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B5646" w14:textId="77777777" w:rsidR="006751B2" w:rsidRPr="00C70B1D" w:rsidRDefault="006751B2" w:rsidP="006751B2">
      <w:pPr>
        <w:pStyle w:val="berschrift2"/>
        <w:rPr>
          <w:lang w:val="en-US"/>
        </w:rPr>
      </w:pPr>
      <w:r w:rsidRPr="00C70B1D">
        <w:rPr>
          <w:lang w:val="en-US"/>
        </w:rPr>
        <w:t>New dimensions of 360° room comfort</w:t>
      </w:r>
    </w:p>
    <w:p w14:paraId="17D970B5" w14:textId="77777777" w:rsidR="006751B2" w:rsidRPr="00C70B1D" w:rsidRDefault="006751B2" w:rsidP="006751B2">
      <w:pPr>
        <w:pStyle w:val="berschrift1"/>
        <w:rPr>
          <w:lang w:val="en-US"/>
        </w:rPr>
      </w:pPr>
      <w:r w:rsidRPr="00C70B1D">
        <w:rPr>
          <w:lang w:val="en-US"/>
        </w:rPr>
        <w:t>SIEGENIA: bundled innovative power for FENSTERBAU 2026</w:t>
      </w:r>
    </w:p>
    <w:p w14:paraId="0BC588DA" w14:textId="77777777" w:rsidR="006751B2" w:rsidRPr="00C70B1D" w:rsidRDefault="006751B2" w:rsidP="006751B2">
      <w:pPr>
        <w:rPr>
          <w:lang w:val="en-US"/>
        </w:rPr>
      </w:pPr>
    </w:p>
    <w:p w14:paraId="341FD668" w14:textId="3152010B" w:rsidR="006751B2" w:rsidRPr="00C70B1D" w:rsidRDefault="006751B2" w:rsidP="006751B2">
      <w:pPr>
        <w:pStyle w:val="berschrift3"/>
        <w:rPr>
          <w:lang w:val="en-US"/>
        </w:rPr>
      </w:pPr>
      <w:r w:rsidRPr="00C70B1D">
        <w:rPr>
          <w:lang w:val="en-US"/>
        </w:rPr>
        <w:t xml:space="preserve">The SIEGENIA GROUP will appear at FENSTERBAU 2026 with forward-looking solutions and a considerable number of new developments ranging from mechanical to smart. Across the entire product </w:t>
      </w:r>
      <w:proofErr w:type="gramStart"/>
      <w:r w:rsidRPr="00C70B1D">
        <w:rPr>
          <w:lang w:val="en-US"/>
        </w:rPr>
        <w:t>portfolio</w:t>
      </w:r>
      <w:proofErr w:type="gramEnd"/>
      <w:r w:rsidRPr="00C70B1D">
        <w:rPr>
          <w:lang w:val="en-US"/>
        </w:rPr>
        <w:t xml:space="preserve"> the company will be highlighting bundled innovative power and the relentless focus on 360° room comfort at Hall 4, booth 215. Central control for intelligently controlling and networking smart solutions involving the building shell will be the particular focus of the trade show presence. Further developed from future scenario to real-world application, it creates via Matter and KNX too healthy, safe and comfortable spaces where people feel at ease. What's more, under the slogan "Next Level" SIEGENIA will be exhibiting from the ALU XT, the new game-changing hardware generation for aluminium windows, to portfolio expansions for the TITAN and KFV product groups to the new GRP thresholds for the PORTAL HS and many other innovations with added value for fabricators and end users. </w:t>
      </w:r>
    </w:p>
    <w:p w14:paraId="44712AFF" w14:textId="77777777" w:rsidR="006751B2" w:rsidRPr="00C70B1D" w:rsidRDefault="006751B2" w:rsidP="006751B2">
      <w:pPr>
        <w:pStyle w:val="berschrift4"/>
        <w:rPr>
          <w:lang w:val="en-US"/>
        </w:rPr>
      </w:pPr>
      <w:r w:rsidRPr="00C70B1D">
        <w:rPr>
          <w:lang w:val="en-US"/>
        </w:rPr>
        <w:t xml:space="preserve">Central control: from the vision to </w:t>
      </w:r>
      <w:proofErr w:type="gramStart"/>
      <w:r w:rsidRPr="00C70B1D">
        <w:rPr>
          <w:lang w:val="en-US"/>
        </w:rPr>
        <w:t>the reality</w:t>
      </w:r>
      <w:proofErr w:type="gramEnd"/>
    </w:p>
    <w:p w14:paraId="448B62F6" w14:textId="41F32DD3" w:rsidR="006751B2" w:rsidRPr="00C70B1D" w:rsidRDefault="006751B2" w:rsidP="006751B2">
      <w:pPr>
        <w:rPr>
          <w:lang w:val="en-US"/>
        </w:rPr>
      </w:pPr>
      <w:r w:rsidRPr="00C70B1D">
        <w:rPr>
          <w:lang w:val="en-US"/>
        </w:rPr>
        <w:t xml:space="preserve">Networking smart solutions from multiple producers, creating intelligent homes and living spaces – from the future scenario of 2024 SIEGENIA has made a concrete </w:t>
      </w:r>
      <w:proofErr w:type="spellStart"/>
      <w:r w:rsidRPr="00C70B1D">
        <w:rPr>
          <w:lang w:val="en-US"/>
        </w:rPr>
        <w:t>reali</w:t>
      </w:r>
      <w:r w:rsidR="00C072FF">
        <w:rPr>
          <w:lang w:val="en-US"/>
        </w:rPr>
        <w:t>s</w:t>
      </w:r>
      <w:r w:rsidRPr="00C70B1D">
        <w:rPr>
          <w:lang w:val="en-US"/>
        </w:rPr>
        <w:t>ation</w:t>
      </w:r>
      <w:proofErr w:type="spellEnd"/>
      <w:r w:rsidRPr="00C70B1D">
        <w:rPr>
          <w:lang w:val="en-US"/>
        </w:rPr>
        <w:t xml:space="preserve"> for FENSTERBAU 2026, which reinforces the pioneering status of the company. SIEGENIA is </w:t>
      </w:r>
      <w:proofErr w:type="gramStart"/>
      <w:r w:rsidRPr="00C70B1D">
        <w:rPr>
          <w:lang w:val="en-US"/>
        </w:rPr>
        <w:t>opening up</w:t>
      </w:r>
      <w:proofErr w:type="gramEnd"/>
      <w:r w:rsidRPr="00C70B1D">
        <w:rPr>
          <w:lang w:val="en-US"/>
        </w:rPr>
        <w:t xml:space="preserve"> via the Matter communications standard attractive business areas for fabricators with a new dimension of smart living in the field of smartification – without being tied to any </w:t>
      </w:r>
      <w:proofErr w:type="gramStart"/>
      <w:r w:rsidRPr="00C70B1D">
        <w:rPr>
          <w:lang w:val="en-US"/>
        </w:rPr>
        <w:t>particular producer-specific</w:t>
      </w:r>
      <w:proofErr w:type="gramEnd"/>
      <w:r w:rsidRPr="00C70B1D">
        <w:rPr>
          <w:lang w:val="en-US"/>
        </w:rPr>
        <w:t xml:space="preserve"> ecosystems. This allows end users to set up </w:t>
      </w:r>
      <w:proofErr w:type="spellStart"/>
      <w:r w:rsidRPr="00C70B1D">
        <w:rPr>
          <w:lang w:val="en-US"/>
        </w:rPr>
        <w:t>customised</w:t>
      </w:r>
      <w:proofErr w:type="spellEnd"/>
      <w:r w:rsidRPr="00C70B1D">
        <w:rPr>
          <w:lang w:val="en-US"/>
        </w:rPr>
        <w:t xml:space="preserve"> scenarios to ensure secure living, enhance convenience and save energy, thereby </w:t>
      </w:r>
      <w:proofErr w:type="spellStart"/>
      <w:r w:rsidRPr="00C70B1D">
        <w:rPr>
          <w:lang w:val="en-US"/>
        </w:rPr>
        <w:t>maximising</w:t>
      </w:r>
      <w:proofErr w:type="spellEnd"/>
      <w:r w:rsidRPr="00C70B1D">
        <w:rPr>
          <w:lang w:val="en-US"/>
        </w:rPr>
        <w:t xml:space="preserve"> room comfort. From the central locking and unlocking of the entire house by fingertip to the automated fresh air supply with the aid of motor-driven windows to the intelligent networking of smart solutions from SIEGENIA involving heating, shading and other components of building automation central control provides end users with substantial added value. </w:t>
      </w:r>
    </w:p>
    <w:p w14:paraId="3260478B" w14:textId="77777777" w:rsidR="006751B2" w:rsidRPr="00C70B1D" w:rsidRDefault="006751B2" w:rsidP="006751B2">
      <w:pPr>
        <w:rPr>
          <w:lang w:val="en-US"/>
        </w:rPr>
      </w:pPr>
    </w:p>
    <w:p w14:paraId="32A5609C" w14:textId="335551BA" w:rsidR="006751B2" w:rsidRPr="00C70B1D" w:rsidRDefault="006751B2" w:rsidP="006751B2">
      <w:pPr>
        <w:rPr>
          <w:lang w:val="en-US"/>
        </w:rPr>
      </w:pPr>
      <w:r w:rsidRPr="00C70B1D">
        <w:rPr>
          <w:lang w:val="en-US"/>
        </w:rPr>
        <w:t xml:space="preserve">At FENSTERBAU SIEGENIA will be presenting central control with new potential applications. Complementary to currently existing Matter-capable solutions like the fully </w:t>
      </w:r>
      <w:proofErr w:type="spellStart"/>
      <w:r w:rsidRPr="00C70B1D">
        <w:rPr>
          <w:lang w:val="en-US"/>
        </w:rPr>
        <w:t>motorised</w:t>
      </w:r>
      <w:proofErr w:type="spellEnd"/>
      <w:r w:rsidRPr="00C70B1D">
        <w:rPr>
          <w:lang w:val="en-US"/>
        </w:rPr>
        <w:t xml:space="preserve"> multi-point lock GENIUS, the </w:t>
      </w:r>
      <w:proofErr w:type="spellStart"/>
      <w:r w:rsidRPr="00C70B1D">
        <w:rPr>
          <w:lang w:val="en-US"/>
        </w:rPr>
        <w:t>motorised</w:t>
      </w:r>
      <w:proofErr w:type="spellEnd"/>
      <w:r w:rsidRPr="00C70B1D">
        <w:rPr>
          <w:lang w:val="en-US"/>
        </w:rPr>
        <w:t xml:space="preserve"> window drive </w:t>
      </w:r>
      <w:proofErr w:type="spellStart"/>
      <w:r w:rsidRPr="00C70B1D">
        <w:rPr>
          <w:lang w:val="en-US"/>
        </w:rPr>
        <w:t>DRIVE</w:t>
      </w:r>
      <w:proofErr w:type="spellEnd"/>
      <w:r w:rsidRPr="00C70B1D">
        <w:rPr>
          <w:lang w:val="en-US"/>
        </w:rPr>
        <w:t xml:space="preserve"> CL and the Matter-capable switch actuators for controlling third-party </w:t>
      </w:r>
      <w:proofErr w:type="gramStart"/>
      <w:r w:rsidRPr="00C70B1D">
        <w:rPr>
          <w:lang w:val="en-US"/>
        </w:rPr>
        <w:t>products</w:t>
      </w:r>
      <w:proofErr w:type="gramEnd"/>
      <w:r w:rsidRPr="00C70B1D">
        <w:rPr>
          <w:lang w:val="en-US"/>
        </w:rPr>
        <w:t xml:space="preserve"> more solutions from the company can now be integrated into smart scenarios. Ranking high among the new highlights which are making central control's range of applications even more powerful is the completely concealed DRIVE axxent LS smart for lift and slide elements. </w:t>
      </w:r>
      <w:proofErr w:type="gramStart"/>
      <w:r w:rsidRPr="00C70B1D">
        <w:rPr>
          <w:lang w:val="en-US"/>
        </w:rPr>
        <w:t>Also</w:t>
      </w:r>
      <w:proofErr w:type="gramEnd"/>
      <w:r w:rsidRPr="00C70B1D">
        <w:rPr>
          <w:lang w:val="en-US"/>
        </w:rPr>
        <w:t xml:space="preserve"> already available or immediately prior to the market launch are </w:t>
      </w:r>
      <w:r w:rsidRPr="00C70B1D">
        <w:rPr>
          <w:lang w:val="en-US"/>
        </w:rPr>
        <w:lastRenderedPageBreak/>
        <w:t xml:space="preserve">the smart window handle and the smart sensor which trade show visitors can even experience live. In addition, SIEGENIA is providing new room comfort benefits thanks to the ability to integrate its solutions into building automation via KNX. This also includes the integration of the facade ventilator AEROMAT VT and the wall-mounted ventilator AEROPLUS WRG, with whose help healthy living and feel-good atmosphere can be </w:t>
      </w:r>
      <w:proofErr w:type="spellStart"/>
      <w:r w:rsidRPr="00C70B1D">
        <w:rPr>
          <w:lang w:val="en-US"/>
        </w:rPr>
        <w:t>optimised</w:t>
      </w:r>
      <w:proofErr w:type="spellEnd"/>
      <w:r w:rsidRPr="00C70B1D">
        <w:rPr>
          <w:lang w:val="en-US"/>
        </w:rPr>
        <w:t>. This makes SIEGENIA one of the few providers to offer a high-performance solution for automated ventilation using KNX.</w:t>
      </w:r>
    </w:p>
    <w:p w14:paraId="0D781498" w14:textId="77777777" w:rsidR="006751B2" w:rsidRDefault="006751B2" w:rsidP="006751B2">
      <w:pPr>
        <w:rPr>
          <w:lang w:val="en-US"/>
        </w:rPr>
      </w:pPr>
    </w:p>
    <w:p w14:paraId="7281923E" w14:textId="77777777" w:rsidR="00C70B1D" w:rsidRDefault="00C70B1D" w:rsidP="006751B2">
      <w:pPr>
        <w:rPr>
          <w:lang w:val="en-US"/>
        </w:rPr>
      </w:pPr>
    </w:p>
    <w:p w14:paraId="570935F3" w14:textId="77777777" w:rsidR="00A53858" w:rsidRDefault="00A53858" w:rsidP="006751B2">
      <w:pPr>
        <w:rPr>
          <w:lang w:val="en-US"/>
        </w:rPr>
      </w:pPr>
    </w:p>
    <w:p w14:paraId="1DE87F58" w14:textId="77777777" w:rsidR="00C70B1D" w:rsidRPr="00C70B1D" w:rsidRDefault="00C70B1D" w:rsidP="00C70B1D">
      <w:pPr>
        <w:pStyle w:val="berschrift2"/>
        <w:rPr>
          <w:lang w:val="en-US"/>
        </w:rPr>
      </w:pPr>
      <w:r w:rsidRPr="00C70B1D">
        <w:rPr>
          <w:lang w:val="en-US"/>
        </w:rPr>
        <w:t>PORTAL</w:t>
      </w:r>
    </w:p>
    <w:p w14:paraId="7B6A07DD" w14:textId="54689941" w:rsidR="00C70B1D" w:rsidRPr="00C70B1D" w:rsidRDefault="00C70B1D" w:rsidP="00C70B1D">
      <w:pPr>
        <w:pStyle w:val="berschrift4"/>
        <w:rPr>
          <w:b w:val="0"/>
          <w:bCs w:val="0"/>
          <w:sz w:val="20"/>
          <w:szCs w:val="21"/>
          <w:lang w:val="en-US"/>
        </w:rPr>
      </w:pPr>
      <w:r w:rsidRPr="00C70B1D">
        <w:rPr>
          <w:b w:val="0"/>
          <w:bCs w:val="0"/>
          <w:sz w:val="20"/>
          <w:szCs w:val="21"/>
          <w:lang w:val="en-US"/>
        </w:rPr>
        <w:t xml:space="preserve">Here is where large-scale elements made of timber, PVC or aluminium play out their strengths with the SIEGENIA PORTAL HS. Thanks to its high quality and </w:t>
      </w:r>
      <w:proofErr w:type="gramStart"/>
      <w:r w:rsidRPr="00C70B1D">
        <w:rPr>
          <w:b w:val="0"/>
          <w:bCs w:val="0"/>
          <w:sz w:val="20"/>
          <w:szCs w:val="21"/>
          <w:lang w:val="en-US"/>
        </w:rPr>
        <w:t>well thought out</w:t>
      </w:r>
      <w:proofErr w:type="gramEnd"/>
      <w:r w:rsidRPr="00C70B1D">
        <w:rPr>
          <w:b w:val="0"/>
          <w:bCs w:val="0"/>
          <w:sz w:val="20"/>
          <w:szCs w:val="21"/>
          <w:lang w:val="en-US"/>
        </w:rPr>
        <w:t xml:space="preserve"> options it provides room comfort </w:t>
      </w:r>
      <w:proofErr w:type="gramStart"/>
      <w:r w:rsidRPr="00C70B1D">
        <w:rPr>
          <w:b w:val="0"/>
          <w:bCs w:val="0"/>
          <w:sz w:val="20"/>
          <w:szCs w:val="21"/>
          <w:lang w:val="en-US"/>
        </w:rPr>
        <w:t>across</w:t>
      </w:r>
      <w:proofErr w:type="gramEnd"/>
      <w:r w:rsidRPr="00C70B1D">
        <w:rPr>
          <w:b w:val="0"/>
          <w:bCs w:val="0"/>
          <w:sz w:val="20"/>
          <w:szCs w:val="21"/>
          <w:lang w:val="en-US"/>
        </w:rPr>
        <w:t xml:space="preserve"> all opening </w:t>
      </w:r>
      <w:r w:rsidR="00176549">
        <w:rPr>
          <w:b w:val="0"/>
          <w:bCs w:val="0"/>
          <w:sz w:val="20"/>
          <w:szCs w:val="21"/>
          <w:lang w:val="en-US"/>
        </w:rPr>
        <w:t>schemes</w:t>
      </w:r>
      <w:r w:rsidRPr="00C70B1D">
        <w:rPr>
          <w:b w:val="0"/>
          <w:bCs w:val="0"/>
          <w:sz w:val="20"/>
          <w:szCs w:val="21"/>
          <w:lang w:val="en-US"/>
        </w:rPr>
        <w:t xml:space="preserve"> and many opportunities for fabricators to do justice to individual customer requirements. At FENSTERBAU 2026 the company will be presenting powerful innovations which enhance its range of equipment features: In addition to the fully concealed </w:t>
      </w:r>
      <w:proofErr w:type="spellStart"/>
      <w:r w:rsidRPr="00C70B1D">
        <w:rPr>
          <w:b w:val="0"/>
          <w:bCs w:val="0"/>
          <w:sz w:val="20"/>
          <w:szCs w:val="21"/>
          <w:lang w:val="en-US"/>
        </w:rPr>
        <w:t>motorised</w:t>
      </w:r>
      <w:proofErr w:type="spellEnd"/>
      <w:r w:rsidRPr="00C70B1D">
        <w:rPr>
          <w:b w:val="0"/>
          <w:bCs w:val="0"/>
          <w:sz w:val="20"/>
          <w:szCs w:val="21"/>
          <w:lang w:val="en-US"/>
        </w:rPr>
        <w:t xml:space="preserve"> lift-slide DRIVE axxent LS smart which will soon be available for matter-based applications, the new thresholds made of glass </w:t>
      </w:r>
      <w:proofErr w:type="spellStart"/>
      <w:r w:rsidRPr="00C70B1D">
        <w:rPr>
          <w:b w:val="0"/>
          <w:bCs w:val="0"/>
          <w:sz w:val="20"/>
          <w:szCs w:val="21"/>
          <w:lang w:val="en-US"/>
        </w:rPr>
        <w:t>fibre</w:t>
      </w:r>
      <w:proofErr w:type="spellEnd"/>
      <w:r w:rsidRPr="00C70B1D">
        <w:rPr>
          <w:b w:val="0"/>
          <w:bCs w:val="0"/>
          <w:sz w:val="20"/>
          <w:szCs w:val="21"/>
          <w:lang w:val="en-US"/>
        </w:rPr>
        <w:t xml:space="preserve"> reinforced plastic (GRP) for lift and slide elements and the sliding hardware ECO SLIDE CO for elements made of timber will be seen on the fair stand for the first time.</w:t>
      </w:r>
    </w:p>
    <w:p w14:paraId="2DBCB2A1" w14:textId="77777777" w:rsidR="00C70B1D" w:rsidRPr="00C70B1D" w:rsidRDefault="00C70B1D" w:rsidP="00C70B1D">
      <w:pPr>
        <w:pStyle w:val="berschrift4"/>
        <w:rPr>
          <w:lang w:val="en-US"/>
        </w:rPr>
      </w:pPr>
      <w:r w:rsidRPr="00C70B1D">
        <w:rPr>
          <w:lang w:val="en-US"/>
        </w:rPr>
        <w:t xml:space="preserve">For smart lift and slide elements: the DRIVE axxent LS smart </w:t>
      </w:r>
    </w:p>
    <w:p w14:paraId="3B1DA261" w14:textId="77777777" w:rsidR="00C70B1D" w:rsidRPr="00C70B1D" w:rsidRDefault="00C70B1D" w:rsidP="00C70B1D">
      <w:pPr>
        <w:rPr>
          <w:lang w:val="en-US"/>
        </w:rPr>
      </w:pPr>
      <w:r w:rsidRPr="00C70B1D">
        <w:rPr>
          <w:lang w:val="en-US"/>
        </w:rPr>
        <w:t xml:space="preserve">As a </w:t>
      </w:r>
      <w:proofErr w:type="spellStart"/>
      <w:r w:rsidRPr="00C70B1D">
        <w:rPr>
          <w:lang w:val="en-US"/>
        </w:rPr>
        <w:t>motorised</w:t>
      </w:r>
      <w:proofErr w:type="spellEnd"/>
      <w:r w:rsidRPr="00C70B1D">
        <w:rPr>
          <w:lang w:val="en-US"/>
        </w:rPr>
        <w:t xml:space="preserve"> drive for upscale residential and commercial construction, which meets the requirements of DIN 18040 for barrier-free accessibility, the DRIVE axxent LS from SIEGENIA boasts a powerful combination of style and functionality. The drive owes its outstanding aesthetics to its fully concealed installation of the lift </w:t>
      </w:r>
      <w:proofErr w:type="gramStart"/>
      <w:r w:rsidRPr="00C70B1D">
        <w:rPr>
          <w:lang w:val="en-US"/>
        </w:rPr>
        <w:t>and also</w:t>
      </w:r>
      <w:proofErr w:type="gramEnd"/>
      <w:r w:rsidRPr="00C70B1D">
        <w:rPr>
          <w:lang w:val="en-US"/>
        </w:rPr>
        <w:t xml:space="preserve"> slide drive and to forgoing </w:t>
      </w:r>
      <w:proofErr w:type="spellStart"/>
      <w:r w:rsidRPr="00C70B1D">
        <w:rPr>
          <w:lang w:val="en-US"/>
        </w:rPr>
        <w:t>off-colour</w:t>
      </w:r>
      <w:proofErr w:type="spellEnd"/>
      <w:r w:rsidRPr="00C70B1D">
        <w:rPr>
          <w:lang w:val="en-US"/>
        </w:rPr>
        <w:t xml:space="preserve"> surface-mounted components or covers. Thanks to the extremely compact design it's </w:t>
      </w:r>
      <w:proofErr w:type="gramStart"/>
      <w:r w:rsidRPr="00C70B1D">
        <w:rPr>
          <w:lang w:val="en-US"/>
        </w:rPr>
        <w:t>also even</w:t>
      </w:r>
      <w:proofErr w:type="gramEnd"/>
      <w:r w:rsidRPr="00C70B1D">
        <w:rPr>
          <w:lang w:val="en-US"/>
        </w:rPr>
        <w:t xml:space="preserve"> suitable for use with narrow profile systems of every type of frame material. The comfort solution for lift and slide elements now provides fabricators and end users with a new scope of action: At FENSTERBAU 2026 the </w:t>
      </w:r>
      <w:proofErr w:type="spellStart"/>
      <w:r w:rsidRPr="00C70B1D">
        <w:rPr>
          <w:lang w:val="en-US"/>
        </w:rPr>
        <w:t>motorised</w:t>
      </w:r>
      <w:proofErr w:type="spellEnd"/>
      <w:r w:rsidRPr="00C70B1D">
        <w:rPr>
          <w:lang w:val="en-US"/>
        </w:rPr>
        <w:t xml:space="preserve"> drive will be premiering as the DRIVE axxent LS smart in a matter-capable version. Available starting in April, it will be a new milestone in the central control portfolio. From the monitoring of the locking to the moving of entire </w:t>
      </w:r>
      <w:proofErr w:type="gramStart"/>
      <w:r w:rsidRPr="00C70B1D">
        <w:rPr>
          <w:lang w:val="en-US"/>
        </w:rPr>
        <w:t>elements</w:t>
      </w:r>
      <w:proofErr w:type="gramEnd"/>
      <w:r w:rsidRPr="00C70B1D">
        <w:rPr>
          <w:lang w:val="en-US"/>
        </w:rPr>
        <w:t xml:space="preserve"> it serves all three focal topics and amplifies the possibilities of automation and the designing of smart scenarios. </w:t>
      </w:r>
    </w:p>
    <w:p w14:paraId="7AEB3F8C" w14:textId="13CBBA45" w:rsidR="00C70B1D" w:rsidRPr="00C70B1D" w:rsidRDefault="00C70B1D" w:rsidP="00C70B1D">
      <w:pPr>
        <w:pStyle w:val="berschrift4"/>
        <w:rPr>
          <w:lang w:val="en-US"/>
        </w:rPr>
      </w:pPr>
      <w:r w:rsidRPr="00C70B1D">
        <w:rPr>
          <w:lang w:val="en-US"/>
        </w:rPr>
        <w:lastRenderedPageBreak/>
        <w:t>New GRP thresholds – also in on-trend black</w:t>
      </w:r>
    </w:p>
    <w:p w14:paraId="2DF1D5AC" w14:textId="77777777" w:rsidR="00C70B1D" w:rsidRPr="00C70B1D" w:rsidRDefault="00C70B1D" w:rsidP="00C70B1D">
      <w:pPr>
        <w:rPr>
          <w:lang w:val="en-US"/>
        </w:rPr>
      </w:pPr>
      <w:r w:rsidRPr="00C70B1D">
        <w:rPr>
          <w:lang w:val="en-US"/>
        </w:rPr>
        <w:t xml:space="preserve">An innovation which provides fabricators an even wider range of thresholds for lift and slide elements is also the focus of the PORTAL product group: Effective immediately, ECO PASS thresholds are available in a version made of glass </w:t>
      </w:r>
      <w:proofErr w:type="spellStart"/>
      <w:r w:rsidRPr="00C70B1D">
        <w:rPr>
          <w:lang w:val="en-US"/>
        </w:rPr>
        <w:t>fibre</w:t>
      </w:r>
      <w:proofErr w:type="spellEnd"/>
      <w:r w:rsidRPr="00C70B1D">
        <w:rPr>
          <w:lang w:val="en-US"/>
        </w:rPr>
        <w:t xml:space="preserve"> reinforced PVC (GRP) as well. This makes it possible for fabricators to adjust </w:t>
      </w:r>
      <w:proofErr w:type="gramStart"/>
      <w:r w:rsidRPr="00C70B1D">
        <w:rPr>
          <w:lang w:val="en-US"/>
        </w:rPr>
        <w:t>the access</w:t>
      </w:r>
      <w:proofErr w:type="gramEnd"/>
      <w:r w:rsidRPr="00C70B1D">
        <w:rPr>
          <w:lang w:val="en-US"/>
        </w:rPr>
        <w:t xml:space="preserve"> to the exterior to individual customer requirements even more versatilely. Particularly appealing among design aspects is the possibility of </w:t>
      </w:r>
      <w:proofErr w:type="spellStart"/>
      <w:r w:rsidRPr="00C70B1D">
        <w:rPr>
          <w:lang w:val="en-US"/>
        </w:rPr>
        <w:t>realising</w:t>
      </w:r>
      <w:proofErr w:type="spellEnd"/>
      <w:r w:rsidRPr="00C70B1D">
        <w:rPr>
          <w:lang w:val="en-US"/>
        </w:rPr>
        <w:t xml:space="preserve"> the threshold in on-trend black, which – as will be seen at FENSTERBAU – can be combined with black hardware components for valuable accents. Even for elements made of wood and wood-aluminium this makes it possible to design an optically pleasing access in combination with frames in wood </w:t>
      </w:r>
      <w:proofErr w:type="spellStart"/>
      <w:r w:rsidRPr="00C70B1D">
        <w:rPr>
          <w:lang w:val="en-US"/>
        </w:rPr>
        <w:t>colour</w:t>
      </w:r>
      <w:proofErr w:type="spellEnd"/>
      <w:r w:rsidRPr="00C70B1D">
        <w:rPr>
          <w:lang w:val="en-US"/>
        </w:rPr>
        <w:t xml:space="preserve"> tones. The extremely homogeneous surfaces and the exceptional dimensional stability even at high thermal loads are impressive too. </w:t>
      </w:r>
    </w:p>
    <w:p w14:paraId="319EEC0C" w14:textId="77777777" w:rsidR="00C70B1D" w:rsidRPr="00C70B1D" w:rsidRDefault="00C70B1D" w:rsidP="00C70B1D">
      <w:pPr>
        <w:rPr>
          <w:lang w:val="en-US"/>
        </w:rPr>
      </w:pPr>
    </w:p>
    <w:p w14:paraId="38D2438E" w14:textId="77777777" w:rsidR="00C70B1D" w:rsidRPr="00C70B1D" w:rsidRDefault="00C70B1D" w:rsidP="00C70B1D">
      <w:pPr>
        <w:rPr>
          <w:lang w:val="en-US"/>
        </w:rPr>
      </w:pPr>
      <w:r w:rsidRPr="00C70B1D">
        <w:rPr>
          <w:lang w:val="en-US"/>
        </w:rPr>
        <w:t xml:space="preserve">The design-oriented SKY solutions with fixed field instead of fixed sash benefit from the GRP material in particular: The thermal loads are </w:t>
      </w:r>
      <w:proofErr w:type="spellStart"/>
      <w:r w:rsidRPr="00C70B1D">
        <w:rPr>
          <w:lang w:val="en-US"/>
        </w:rPr>
        <w:t>minimised</w:t>
      </w:r>
      <w:proofErr w:type="spellEnd"/>
      <w:r w:rsidRPr="00C70B1D">
        <w:rPr>
          <w:lang w:val="en-US"/>
        </w:rPr>
        <w:t xml:space="preserve"> here under the glass. Musts to see at FENSTERBAU will be the new 0 mm thresholds for wood and wood-aluminium systems in IV 78 and IV 88/92 with 50 mm footing in the floors available starting in spring. As a result, they're best suited for seamless integration into the building sealing. By contrast, the ECO PASS GFK R thresholds with 25 mm height for installation on the finished floor are a valuable option for renovation. Available in three different overall depths </w:t>
      </w:r>
      <w:proofErr w:type="gramStart"/>
      <w:r w:rsidRPr="00C70B1D">
        <w:rPr>
          <w:lang w:val="en-US"/>
        </w:rPr>
        <w:t>these</w:t>
      </w:r>
      <w:proofErr w:type="gramEnd"/>
      <w:r w:rsidRPr="00C70B1D">
        <w:rPr>
          <w:lang w:val="en-US"/>
        </w:rPr>
        <w:t xml:space="preserve"> will be must-sees at the fair stand as well. The availability of the ECO PASS GFK threshold variants also provides advantages for fabricators as part of the COMFORT UNIT services. They are delivered preassembled and fit perfectly.</w:t>
      </w:r>
    </w:p>
    <w:p w14:paraId="75766517" w14:textId="77777777" w:rsidR="00C70B1D" w:rsidRPr="00C70B1D" w:rsidRDefault="00C70B1D" w:rsidP="00C70B1D">
      <w:pPr>
        <w:pStyle w:val="berschrift4"/>
        <w:rPr>
          <w:lang w:val="en-US"/>
        </w:rPr>
      </w:pPr>
      <w:r w:rsidRPr="00C70B1D">
        <w:rPr>
          <w:lang w:val="en-US"/>
        </w:rPr>
        <w:t>New versatility with ECO SLIDE CO for elements made of wood</w:t>
      </w:r>
    </w:p>
    <w:p w14:paraId="5A1120A2" w14:textId="77777777" w:rsidR="00C70B1D" w:rsidRPr="00C70B1D" w:rsidRDefault="00C70B1D" w:rsidP="00C70B1D">
      <w:pPr>
        <w:rPr>
          <w:szCs w:val="20"/>
          <w:lang w:val="en-US"/>
        </w:rPr>
      </w:pPr>
      <w:r w:rsidRPr="00C70B1D">
        <w:rPr>
          <w:rFonts w:cs="Arial"/>
          <w:szCs w:val="20"/>
          <w:lang w:val="en-US"/>
        </w:rPr>
        <w:t xml:space="preserve">Space-saving, effortless and robust in daily use, combined with the manufacturing advantages of </w:t>
      </w:r>
      <w:proofErr w:type="gramStart"/>
      <w:r w:rsidRPr="00C70B1D">
        <w:rPr>
          <w:rFonts w:cs="Arial"/>
          <w:szCs w:val="20"/>
          <w:lang w:val="en-US"/>
        </w:rPr>
        <w:t>a turn</w:t>
      </w:r>
      <w:proofErr w:type="gramEnd"/>
      <w:r w:rsidRPr="00C70B1D">
        <w:rPr>
          <w:rFonts w:cs="Arial"/>
          <w:szCs w:val="20"/>
          <w:lang w:val="en-US"/>
        </w:rPr>
        <w:t xml:space="preserve">-and-tilt hardware: The ECO SLIDE CO sliding hardware lends itself to the production of windows and doors and provides end users with many benefits. Already previously available for many synthetic profile systems SIEGENIA will be showing the versatile hardware at the fair stand also for the first time in a version for elements made of wood. </w:t>
      </w:r>
      <w:r w:rsidRPr="00C70B1D">
        <w:rPr>
          <w:lang w:val="en-US"/>
        </w:rPr>
        <w:t xml:space="preserve">With an enlarged maximum </w:t>
      </w:r>
      <w:r w:rsidRPr="00C70B1D">
        <w:rPr>
          <w:rFonts w:cs="Arial"/>
          <w:szCs w:val="20"/>
          <w:lang w:val="en-US"/>
        </w:rPr>
        <w:t xml:space="preserve">sash weight of 250 kg in the </w:t>
      </w:r>
      <w:r w:rsidRPr="00C70B1D">
        <w:rPr>
          <w:lang w:val="en-US"/>
        </w:rPr>
        <w:t>basic configuration</w:t>
      </w:r>
      <w:r w:rsidRPr="00C70B1D">
        <w:rPr>
          <w:rFonts w:cs="Arial"/>
          <w:szCs w:val="20"/>
          <w:lang w:val="en-US"/>
        </w:rPr>
        <w:t xml:space="preserve"> the intuitive hardware provides planners and end users with </w:t>
      </w:r>
      <w:r w:rsidRPr="00C70B1D">
        <w:rPr>
          <w:lang w:val="en-US"/>
        </w:rPr>
        <w:t>extremely variable</w:t>
      </w:r>
      <w:r w:rsidRPr="00C70B1D">
        <w:rPr>
          <w:rFonts w:cs="Arial"/>
          <w:szCs w:val="20"/>
          <w:lang w:val="en-US"/>
        </w:rPr>
        <w:t xml:space="preserve"> </w:t>
      </w:r>
      <w:r w:rsidRPr="00C70B1D">
        <w:rPr>
          <w:lang w:val="en-US"/>
        </w:rPr>
        <w:t>application possibilities</w:t>
      </w:r>
      <w:r w:rsidRPr="00C70B1D">
        <w:rPr>
          <w:rFonts w:cs="Arial"/>
          <w:szCs w:val="20"/>
          <w:lang w:val="en-US"/>
        </w:rPr>
        <w:t xml:space="preserve">. In addition to the </w:t>
      </w:r>
      <w:proofErr w:type="gramStart"/>
      <w:r w:rsidRPr="00C70B1D">
        <w:rPr>
          <w:rFonts w:cs="Arial"/>
          <w:szCs w:val="20"/>
          <w:lang w:val="en-US"/>
        </w:rPr>
        <w:t>economical basic</w:t>
      </w:r>
      <w:proofErr w:type="gramEnd"/>
      <w:r w:rsidRPr="00C70B1D">
        <w:rPr>
          <w:rFonts w:cs="Arial"/>
          <w:szCs w:val="20"/>
          <w:lang w:val="en-US"/>
        </w:rPr>
        <w:t xml:space="preserve"> hardware the design hardware with appealing locking rails on the locking side and in the midsection and with RC2 anti-intruder protection is available as well. </w:t>
      </w:r>
      <w:r w:rsidRPr="00C70B1D">
        <w:rPr>
          <w:lang w:val="en-US"/>
        </w:rPr>
        <w:t xml:space="preserve">On top of that, thanks to its high number of gears, the ECO SLIDE CO provides a tailored solution for even small window elements and low window heights. At FENSTERBAU fabricators will be able to experience live </w:t>
      </w:r>
      <w:r w:rsidRPr="00C70B1D">
        <w:rPr>
          <w:lang w:val="en-US"/>
        </w:rPr>
        <w:lastRenderedPageBreak/>
        <w:t xml:space="preserve">the qualities of the new ECO SLIDE CO timber by means of a door element with threshold. </w:t>
      </w:r>
      <w:r w:rsidRPr="00C70B1D">
        <w:rPr>
          <w:szCs w:val="20"/>
          <w:lang w:val="en-US"/>
        </w:rPr>
        <w:t>Complementing this SIEGENIA will be preparing – much like the lift-slide threshold for the ECO SLIDE CO timber – the optional prefabrication with the aid of the COMFORT UNIT.</w:t>
      </w:r>
    </w:p>
    <w:p w14:paraId="5E1DDBAA" w14:textId="77777777" w:rsidR="00C70B1D" w:rsidRPr="00C70B1D" w:rsidRDefault="00C70B1D" w:rsidP="00C70B1D">
      <w:pPr>
        <w:rPr>
          <w:lang w:val="en-US"/>
        </w:rPr>
      </w:pPr>
    </w:p>
    <w:p w14:paraId="3A80E96A" w14:textId="77777777" w:rsidR="00C70B1D" w:rsidRDefault="00C70B1D" w:rsidP="00C70B1D">
      <w:pPr>
        <w:rPr>
          <w:lang w:val="en-US"/>
        </w:rPr>
      </w:pPr>
    </w:p>
    <w:p w14:paraId="5D077EC8" w14:textId="77777777" w:rsidR="00C70B1D" w:rsidRPr="00C70B1D" w:rsidRDefault="00C70B1D" w:rsidP="00C70B1D">
      <w:pPr>
        <w:rPr>
          <w:lang w:val="en-US"/>
        </w:rPr>
      </w:pPr>
    </w:p>
    <w:p w14:paraId="53A13CD4" w14:textId="77777777" w:rsidR="00C70B1D" w:rsidRPr="001B45ED" w:rsidRDefault="00C70B1D" w:rsidP="00C70B1D">
      <w:pPr>
        <w:pStyle w:val="berschrift2"/>
        <w:rPr>
          <w:lang w:val="en-US"/>
        </w:rPr>
      </w:pPr>
      <w:r w:rsidRPr="001B45ED">
        <w:rPr>
          <w:lang w:val="en-US"/>
        </w:rPr>
        <w:t>TITAN</w:t>
      </w:r>
    </w:p>
    <w:p w14:paraId="2C085ACD" w14:textId="69A84771" w:rsidR="00C70B1D" w:rsidRPr="001B45ED" w:rsidRDefault="00C70B1D" w:rsidP="00123061">
      <w:pPr>
        <w:spacing w:before="240"/>
        <w:rPr>
          <w:lang w:val="en-US"/>
        </w:rPr>
      </w:pPr>
      <w:r w:rsidRPr="001B45ED">
        <w:rPr>
          <w:lang w:val="en-US"/>
        </w:rPr>
        <w:t xml:space="preserve">The TITAN product group is also appearing at FENSTERBAU 2026 with powerful innovations. On the one hand, the company is exhibiting new and further developments in the TITAN hardware family. The TITAN 90° opening restrictor, for example, for the first time in a variant for elements made of wood will be </w:t>
      </w:r>
      <w:proofErr w:type="gramStart"/>
      <w:r w:rsidRPr="001B45ED">
        <w:rPr>
          <w:lang w:val="en-US"/>
        </w:rPr>
        <w:t>a must-see</w:t>
      </w:r>
      <w:proofErr w:type="gramEnd"/>
      <w:r w:rsidRPr="001B45ED">
        <w:rPr>
          <w:lang w:val="en-US"/>
        </w:rPr>
        <w:t>. The visitors to the booth may also be impressed by the qualities of the new TITAN axxent 180° hinge side as well as the entire TITAN timber system including the new hinge side that goes with it. On the other</w:t>
      </w:r>
      <w:r w:rsidR="00123061">
        <w:rPr>
          <w:lang w:val="en-US"/>
        </w:rPr>
        <w:t xml:space="preserve"> hand</w:t>
      </w:r>
      <w:r w:rsidRPr="001B45ED">
        <w:rPr>
          <w:lang w:val="en-US"/>
        </w:rPr>
        <w:t>, smart solutions for windows will also be included among them. As an essential part of the central control, the smart handle has added features in the 2nd generation, which provide a new scope of action for the smart home. As a highlight for the reliable status monitoring of windows, patio doors and large-sized panels SIEGENIA will be showing at FENSTERBAU</w:t>
      </w:r>
      <w:r w:rsidR="00000E1D">
        <w:rPr>
          <w:lang w:val="en-US"/>
        </w:rPr>
        <w:t xml:space="preserve"> </w:t>
      </w:r>
      <w:r w:rsidRPr="001B45ED">
        <w:rPr>
          <w:lang w:val="en-US"/>
        </w:rPr>
        <w:t xml:space="preserve">the smart sensor too. </w:t>
      </w:r>
    </w:p>
    <w:p w14:paraId="784037D7" w14:textId="77777777" w:rsidR="00C70B1D" w:rsidRPr="00C70B1D" w:rsidRDefault="00C70B1D" w:rsidP="00C70B1D">
      <w:pPr>
        <w:pStyle w:val="berschrift4"/>
        <w:rPr>
          <w:lang w:val="en-US"/>
        </w:rPr>
      </w:pPr>
      <w:r w:rsidRPr="00C70B1D">
        <w:rPr>
          <w:lang w:val="en-US"/>
        </w:rPr>
        <w:t xml:space="preserve">TITAN 90° opening restrictor: </w:t>
      </w:r>
      <w:r w:rsidRPr="00C70B1D">
        <w:rPr>
          <w:lang w:val="en-US"/>
        </w:rPr>
        <w:br/>
        <w:t xml:space="preserve">for maximum service life and load capacity </w:t>
      </w:r>
    </w:p>
    <w:p w14:paraId="52AB1DE1" w14:textId="77777777" w:rsidR="00C70B1D" w:rsidRPr="000D5F09" w:rsidRDefault="00C70B1D" w:rsidP="00C70B1D">
      <w:pPr>
        <w:rPr>
          <w:lang w:val="en-US"/>
        </w:rPr>
      </w:pPr>
      <w:r w:rsidRPr="00C70B1D">
        <w:rPr>
          <w:lang w:val="en-US"/>
        </w:rPr>
        <w:t xml:space="preserve">As a valuable complement to the comfort and security of the opening restrictors, the new TITAN opening restrictor limits the opening width when turn-opening to 90° and prevents the sash from striking the embrasure or the fitments as a result. </w:t>
      </w:r>
      <w:r w:rsidRPr="000D5F09">
        <w:rPr>
          <w:lang w:val="en-US"/>
        </w:rPr>
        <w:t xml:space="preserve">This protects the sash and hinge side and guarantees an especially long service life for windows. </w:t>
      </w:r>
      <w:proofErr w:type="gramStart"/>
      <w:r w:rsidRPr="000D5F09">
        <w:rPr>
          <w:lang w:val="en-US"/>
        </w:rPr>
        <w:t>The successful</w:t>
      </w:r>
      <w:proofErr w:type="gramEnd"/>
      <w:r w:rsidRPr="000D5F09">
        <w:rPr>
          <w:lang w:val="en-US"/>
        </w:rPr>
        <w:t xml:space="preserve"> testing according to DOEB Directive is a truly unique selling point. This makes it a powerful solution for elements subject to heavy use, e.g. in public buildings. The reliable end position damping for </w:t>
      </w:r>
      <w:proofErr w:type="gramStart"/>
      <w:r w:rsidRPr="000D5F09">
        <w:rPr>
          <w:lang w:val="en-US"/>
        </w:rPr>
        <w:t>braking</w:t>
      </w:r>
      <w:proofErr w:type="gramEnd"/>
      <w:r w:rsidRPr="000D5F09">
        <w:rPr>
          <w:lang w:val="en-US"/>
        </w:rPr>
        <w:t xml:space="preserve"> the sash before reaching the 90° position also ensures room comfort. With its help the sash can be moved into the end position smoothly and conveniently. The locked end position which prevents unwanted shutting in the event of a draught provides advantages as well. The TITAN 90° opening restrictor reveals strengths in terms of flexibility too: Suitable for windows of all frame materials, it will be a first-time must-see at FENSTERBAU in an element made of wood and in combination with a threshold.</w:t>
      </w:r>
    </w:p>
    <w:p w14:paraId="09A61470" w14:textId="77777777" w:rsidR="00C70B1D" w:rsidRPr="000D5F09" w:rsidRDefault="00C70B1D" w:rsidP="00C70B1D">
      <w:pPr>
        <w:pStyle w:val="berschrift4"/>
        <w:rPr>
          <w:lang w:val="en-US"/>
        </w:rPr>
      </w:pPr>
      <w:r w:rsidRPr="000D5F09">
        <w:rPr>
          <w:lang w:val="en-US"/>
        </w:rPr>
        <w:lastRenderedPageBreak/>
        <w:t>TITAN hinge side axxent 180°: saving valuable space</w:t>
      </w:r>
    </w:p>
    <w:p w14:paraId="436ABC0B" w14:textId="34E6E883" w:rsidR="00C70B1D" w:rsidRPr="000D5F09" w:rsidRDefault="008336F4" w:rsidP="00C70B1D">
      <w:pPr>
        <w:rPr>
          <w:lang w:val="en-US"/>
        </w:rPr>
      </w:pPr>
      <w:r w:rsidRPr="008336F4">
        <w:rPr>
          <w:lang w:val="en-GB"/>
        </w:rPr>
        <w:t xml:space="preserve">One innovation that perfectly meets the requirements of flush installation is the TITAN axxent 180° concealed hinge side, which is making its debut at </w:t>
      </w:r>
      <w:r w:rsidRPr="008336F4">
        <w:rPr>
          <w:lang w:val="en-GB"/>
        </w:rPr>
        <w:t>FENSTERBAU</w:t>
      </w:r>
      <w:r w:rsidRPr="008336F4">
        <w:rPr>
          <w:lang w:val="en-GB"/>
        </w:rPr>
        <w:t xml:space="preserve">. </w:t>
      </w:r>
      <w:r w:rsidR="00C70B1D" w:rsidRPr="000D5F09">
        <w:rPr>
          <w:lang w:val="en-US"/>
        </w:rPr>
        <w:t xml:space="preserve">With its maximum opening width of 180° at sash weights of up to 80 kg it saves valuable space in the interior and impresses owing to its concealed technology thanks to extremely elegant optics. With its special turnstile it's suitable both for versions </w:t>
      </w:r>
      <w:proofErr w:type="gramStart"/>
      <w:r w:rsidR="00C70B1D" w:rsidRPr="000D5F09">
        <w:rPr>
          <w:lang w:val="en-US"/>
        </w:rPr>
        <w:t>in</w:t>
      </w:r>
      <w:proofErr w:type="gramEnd"/>
      <w:r w:rsidR="00C70B1D" w:rsidRPr="000D5F09">
        <w:rPr>
          <w:lang w:val="en-US"/>
        </w:rPr>
        <w:t xml:space="preserve"> ALU 16 and </w:t>
      </w:r>
      <w:proofErr w:type="gramStart"/>
      <w:r w:rsidR="00C70B1D" w:rsidRPr="000D5F09">
        <w:rPr>
          <w:lang w:val="en-US"/>
        </w:rPr>
        <w:t>in</w:t>
      </w:r>
      <w:proofErr w:type="gramEnd"/>
      <w:r w:rsidR="00C70B1D" w:rsidRPr="000D5F09">
        <w:rPr>
          <w:lang w:val="en-US"/>
        </w:rPr>
        <w:t xml:space="preserve"> the most popular plastic systems. SIEGENIA put the load capacity of the new hinge side to the test in accordance with the updated certification </w:t>
      </w:r>
      <w:proofErr w:type="spellStart"/>
      <w:r w:rsidR="00C70B1D" w:rsidRPr="000D5F09">
        <w:rPr>
          <w:lang w:val="en-US"/>
        </w:rPr>
        <w:t>programme</w:t>
      </w:r>
      <w:proofErr w:type="spellEnd"/>
      <w:r w:rsidR="00C70B1D" w:rsidRPr="000D5F09">
        <w:rPr>
          <w:lang w:val="en-US"/>
        </w:rPr>
        <w:t xml:space="preserve"> involving 180° opening width. Fabricators benefit from the easy, efficient installation, where they can take advantage of the fitting and assembly technology familiar from the TITAN axxent 24</w:t>
      </w:r>
      <w:r w:rsidR="00C70B1D" w:rsidRPr="000D5F09">
        <w:rPr>
          <w:vertAlign w:val="superscript"/>
          <w:lang w:val="en-US"/>
        </w:rPr>
        <w:t>+</w:t>
      </w:r>
      <w:r w:rsidR="00C70B1D" w:rsidRPr="000D5F09">
        <w:rPr>
          <w:lang w:val="en-US"/>
        </w:rPr>
        <w:t>. The new TITAN hinge side axxent 180° will be available starting in the summer.</w:t>
      </w:r>
    </w:p>
    <w:p w14:paraId="70BCC40A" w14:textId="77777777" w:rsidR="00C70B1D" w:rsidRPr="000D5F09" w:rsidRDefault="00C70B1D" w:rsidP="00C70B1D">
      <w:pPr>
        <w:pStyle w:val="berschrift4"/>
        <w:rPr>
          <w:lang w:val="en-US"/>
        </w:rPr>
      </w:pPr>
      <w:r w:rsidRPr="000D5F09">
        <w:rPr>
          <w:lang w:val="en-US"/>
        </w:rPr>
        <w:t>TITAN with new timber hinge side</w:t>
      </w:r>
    </w:p>
    <w:p w14:paraId="14B9AFDE" w14:textId="77777777" w:rsidR="00C70B1D" w:rsidRPr="000D5F09" w:rsidRDefault="00C70B1D" w:rsidP="00C70B1D">
      <w:pPr>
        <w:rPr>
          <w:lang w:val="en-US"/>
        </w:rPr>
      </w:pPr>
      <w:r w:rsidRPr="000D5F09">
        <w:rPr>
          <w:lang w:val="en-US"/>
        </w:rPr>
        <w:t xml:space="preserve">This hardware combines efficient production sequences at the window manufacturer's location with ease of movement in the operation: The TITAN with its high pre-assembly level, the low number of components and its high variety of solutions provides fabricators with time and cost benefits in production. Three different designs for integration of the sash lifters into the tilt points make it particularly adjustable. Along with the intruder resistance up to RC3 they ensure a high degree of flexibility in implementing customer requirements. At FENSTERBAU 2026 SIEGENIA will be showing the broad TITAN product spectrum now also in timber. This includes the consistently further developed TITAN timber hinge side which reliably supports sash weights up to 150 kg. The successful testing in the durability class H3 (DIN EN 13126-8) verifies an extremely long service life with 20 000 cycles. From end users' perspective the new hinge side also scores points thanks to </w:t>
      </w:r>
      <w:proofErr w:type="gramStart"/>
      <w:r w:rsidRPr="000D5F09">
        <w:rPr>
          <w:lang w:val="en-US"/>
        </w:rPr>
        <w:t>a high</w:t>
      </w:r>
      <w:proofErr w:type="gramEnd"/>
      <w:r w:rsidRPr="000D5F09">
        <w:rPr>
          <w:lang w:val="en-US"/>
        </w:rPr>
        <w:t xml:space="preserve"> ease of use, its lean, modern design and its subtle look with concealed </w:t>
      </w:r>
      <w:proofErr w:type="spellStart"/>
      <w:r w:rsidRPr="000D5F09">
        <w:rPr>
          <w:lang w:val="en-US"/>
        </w:rPr>
        <w:t>screwings</w:t>
      </w:r>
      <w:proofErr w:type="spellEnd"/>
      <w:r w:rsidRPr="000D5F09">
        <w:rPr>
          <w:lang w:val="en-US"/>
        </w:rPr>
        <w:t>. With a load capacity of up to 300 kg the TITAN heavy duty hinge side tops off the SIEGENIA portfolio.</w:t>
      </w:r>
      <w:r w:rsidRPr="000D5F09">
        <w:rPr>
          <w:rStyle w:val="Kommentarzeichen"/>
          <w:lang w:val="en-US"/>
        </w:rPr>
        <w:t xml:space="preserve"> </w:t>
      </w:r>
    </w:p>
    <w:p w14:paraId="52159FB4" w14:textId="77777777" w:rsidR="00C70B1D" w:rsidRPr="001B45ED" w:rsidRDefault="00C70B1D" w:rsidP="00C70B1D">
      <w:pPr>
        <w:pStyle w:val="berschrift4"/>
        <w:rPr>
          <w:lang w:val="en-US"/>
        </w:rPr>
      </w:pPr>
      <w:r w:rsidRPr="001B45ED">
        <w:rPr>
          <w:lang w:val="en-US"/>
        </w:rPr>
        <w:t xml:space="preserve">Now </w:t>
      </w:r>
      <w:proofErr w:type="gramStart"/>
      <w:r w:rsidRPr="001B45ED">
        <w:rPr>
          <w:lang w:val="en-US"/>
        </w:rPr>
        <w:t>even</w:t>
      </w:r>
      <w:proofErr w:type="gramEnd"/>
      <w:r w:rsidRPr="001B45ED">
        <w:rPr>
          <w:lang w:val="en-US"/>
        </w:rPr>
        <w:t xml:space="preserve"> more efficient: 2nd generation of the smart window handle</w:t>
      </w:r>
    </w:p>
    <w:p w14:paraId="229C982E" w14:textId="77777777" w:rsidR="00C70B1D" w:rsidRPr="001B45ED" w:rsidRDefault="00C70B1D" w:rsidP="00C70B1D">
      <w:pPr>
        <w:rPr>
          <w:szCs w:val="20"/>
          <w:lang w:val="en-US"/>
        </w:rPr>
      </w:pPr>
      <w:r w:rsidRPr="001B45ED">
        <w:rPr>
          <w:rFonts w:cs="Arial"/>
          <w:szCs w:val="20"/>
          <w:lang w:val="en-US"/>
        </w:rPr>
        <w:t xml:space="preserve">Lockable windows have never been more intelligent or easier to operate: The smart window handle from SIEGENIA combines security and comfort in a single solution. From </w:t>
      </w:r>
      <w:proofErr w:type="spellStart"/>
      <w:r w:rsidRPr="001B45ED">
        <w:rPr>
          <w:rFonts w:cs="Arial"/>
          <w:szCs w:val="20"/>
          <w:lang w:val="en-US"/>
        </w:rPr>
        <w:t>customised</w:t>
      </w:r>
      <w:proofErr w:type="spellEnd"/>
      <w:r w:rsidRPr="001B45ED">
        <w:rPr>
          <w:rFonts w:cs="Arial"/>
          <w:szCs w:val="20"/>
          <w:lang w:val="en-US"/>
        </w:rPr>
        <w:t xml:space="preserve"> control to effortless integration in smart home scenarios windows with its functions can easily do more. </w:t>
      </w:r>
      <w:r w:rsidRPr="001B45ED">
        <w:rPr>
          <w:rFonts w:cs="Arial"/>
          <w:lang w:val="en-US"/>
        </w:rPr>
        <w:t xml:space="preserve">The greatest strength of the smart window handle is its compatibility with popular smart home systems. This </w:t>
      </w:r>
      <w:bookmarkStart w:id="0" w:name="_Hlk198541672"/>
      <w:r w:rsidRPr="001B45ED">
        <w:rPr>
          <w:rFonts w:cs="Arial"/>
          <w:szCs w:val="20"/>
          <w:lang w:val="en-US"/>
        </w:rPr>
        <w:t>enables the control and networking of devices from a wide range of producers</w:t>
      </w:r>
      <w:bookmarkEnd w:id="0"/>
      <w:r w:rsidRPr="001B45ED">
        <w:rPr>
          <w:rFonts w:cs="Arial"/>
          <w:szCs w:val="20"/>
          <w:lang w:val="en-US"/>
        </w:rPr>
        <w:t xml:space="preserve"> as well as the </w:t>
      </w:r>
      <w:proofErr w:type="gramStart"/>
      <w:r w:rsidRPr="001B45ED">
        <w:rPr>
          <w:rFonts w:cs="Arial"/>
          <w:szCs w:val="20"/>
          <w:lang w:val="en-US"/>
        </w:rPr>
        <w:t>setup</w:t>
      </w:r>
      <w:proofErr w:type="gramEnd"/>
      <w:r w:rsidRPr="001B45ED">
        <w:rPr>
          <w:rFonts w:cs="Arial"/>
          <w:szCs w:val="20"/>
          <w:lang w:val="en-US"/>
        </w:rPr>
        <w:t xml:space="preserve"> of scenarios across producers and devices. The smart handle is available in the 2nd generation effective immediately. Thanks to a new Matter version and the </w:t>
      </w:r>
      <w:r w:rsidRPr="001B45ED">
        <w:rPr>
          <w:rFonts w:cs="Arial"/>
          <w:szCs w:val="20"/>
          <w:lang w:val="en-US"/>
        </w:rPr>
        <w:lastRenderedPageBreak/>
        <w:t xml:space="preserve">enhanced device software it stands for extremely stable radio links. Its other features were also </w:t>
      </w:r>
      <w:proofErr w:type="spellStart"/>
      <w:r w:rsidRPr="001B45ED">
        <w:rPr>
          <w:rFonts w:cs="Arial"/>
          <w:szCs w:val="20"/>
          <w:lang w:val="en-US"/>
        </w:rPr>
        <w:t>optimised</w:t>
      </w:r>
      <w:proofErr w:type="spellEnd"/>
      <w:r w:rsidRPr="001B45ED">
        <w:rPr>
          <w:rFonts w:cs="Arial"/>
          <w:szCs w:val="20"/>
          <w:lang w:val="en-US"/>
        </w:rPr>
        <w:t xml:space="preserve">: The opening monitoring system now operates even more precisely than </w:t>
      </w:r>
      <w:proofErr w:type="gramStart"/>
      <w:r w:rsidRPr="001B45ED">
        <w:rPr>
          <w:rFonts w:cs="Arial"/>
          <w:szCs w:val="20"/>
          <w:lang w:val="en-US"/>
        </w:rPr>
        <w:t>before</w:t>
      </w:r>
      <w:proofErr w:type="gramEnd"/>
      <w:r w:rsidRPr="001B45ED">
        <w:rPr>
          <w:rFonts w:cs="Arial"/>
          <w:szCs w:val="20"/>
          <w:lang w:val="en-US"/>
        </w:rPr>
        <w:t xml:space="preserve"> and the mechanical system was perceptibly improved. It stands out due to improved detent properties. The m</w:t>
      </w:r>
      <w:r w:rsidRPr="001B45ED">
        <w:rPr>
          <w:rFonts w:cs="Arial"/>
          <w:lang w:val="en-US"/>
        </w:rPr>
        <w:t>ulti-fabric function (c</w:t>
      </w:r>
      <w:r w:rsidRPr="001B45ED">
        <w:rPr>
          <w:rFonts w:cs="Arial"/>
          <w:szCs w:val="20"/>
          <w:lang w:val="en-US"/>
        </w:rPr>
        <w:t>ode sharing) is smart as well. It enables the parallel operation of the handle by different controllers.</w:t>
      </w:r>
    </w:p>
    <w:p w14:paraId="6C86E3BE" w14:textId="77777777" w:rsidR="00C70B1D" w:rsidRPr="001B45ED" w:rsidRDefault="00C70B1D" w:rsidP="00C70B1D">
      <w:pPr>
        <w:pStyle w:val="berschrift4"/>
        <w:rPr>
          <w:lang w:val="en-US"/>
        </w:rPr>
      </w:pPr>
      <w:r w:rsidRPr="001B45ED">
        <w:rPr>
          <w:lang w:val="en-US"/>
        </w:rPr>
        <w:t xml:space="preserve">Smart sensors: </w:t>
      </w:r>
      <w:proofErr w:type="gramStart"/>
      <w:r w:rsidRPr="001B45ED">
        <w:rPr>
          <w:lang w:val="en-US"/>
        </w:rPr>
        <w:t>keep an eye on the opening status at all times</w:t>
      </w:r>
      <w:proofErr w:type="gramEnd"/>
    </w:p>
    <w:p w14:paraId="0DDBD15C" w14:textId="77777777" w:rsidR="00C70B1D" w:rsidRPr="001B45ED" w:rsidRDefault="00C70B1D" w:rsidP="00C70B1D">
      <w:pPr>
        <w:rPr>
          <w:lang w:val="en-US"/>
        </w:rPr>
      </w:pPr>
      <w:r w:rsidRPr="001B45ED">
        <w:rPr>
          <w:lang w:val="en-US"/>
        </w:rPr>
        <w:t xml:space="preserve">The smart sensor from SIEGENIA is a real highlight for the reliable status monitoring of windows, patio doors and large-sized panels. In contrast to other available solutions, the status monitoring is done directly from the hardware itself, enabling the sensor to reliably distinguish between the “closed” and “open” hardware positions. Thanks to its concealed installation it remains invisible here and is an ideal solution for high standards for optics. A major strength of the smart sensor is its Matter ability: Compatible with popular smart home systems it supports flexible networking with a broad spectrum of solutions from other producers and the creation of intelligent scenarios for greater room comfort as a result. </w:t>
      </w:r>
    </w:p>
    <w:p w14:paraId="44FB6819" w14:textId="77777777" w:rsidR="00C70B1D" w:rsidRPr="001B45ED" w:rsidRDefault="00C70B1D" w:rsidP="00C70B1D">
      <w:pPr>
        <w:rPr>
          <w:lang w:val="en-US"/>
        </w:rPr>
      </w:pPr>
    </w:p>
    <w:p w14:paraId="7BD57154" w14:textId="77777777" w:rsidR="00C70B1D" w:rsidRPr="001B45ED" w:rsidRDefault="00C70B1D" w:rsidP="00C70B1D">
      <w:pPr>
        <w:rPr>
          <w:lang w:val="en-US"/>
        </w:rPr>
      </w:pPr>
      <w:r w:rsidRPr="001B45ED">
        <w:rPr>
          <w:lang w:val="en-US"/>
        </w:rPr>
        <w:t xml:space="preserve">In addition to Matter's high level future proofing – an essential aspect especially for construction products made to last like windows – fabricators benefit from the possibility of attractive additional businesses. The availability of the smart sensor in two different variants ensures this – an insertable solution irrespective of the hardware for easy adhesive bonding for retrofits and a variant with optional support for the frame side assembly during production. Process reliable and fast to screw down, the latter enables the production of smart ready solutions which can be flexibly added at the desired point in time thanks to the corresponding sensors. The commissioning by the end user couldn't be any easier: The user is safely directed through the steps required to do this guided by the app. </w:t>
      </w:r>
    </w:p>
    <w:p w14:paraId="46699315" w14:textId="77777777" w:rsidR="00C70B1D" w:rsidRPr="001B45ED" w:rsidRDefault="00C70B1D" w:rsidP="00C70B1D">
      <w:pPr>
        <w:rPr>
          <w:lang w:val="en-US"/>
        </w:rPr>
      </w:pPr>
    </w:p>
    <w:p w14:paraId="5B3C784D" w14:textId="77777777" w:rsidR="00C70B1D" w:rsidRPr="001B45ED" w:rsidRDefault="00C70B1D" w:rsidP="00C70B1D">
      <w:pPr>
        <w:rPr>
          <w:lang w:val="en-US"/>
        </w:rPr>
      </w:pPr>
    </w:p>
    <w:p w14:paraId="39DFFC7D" w14:textId="77777777" w:rsidR="00C70B1D" w:rsidRDefault="00C70B1D" w:rsidP="00C70B1D">
      <w:pPr>
        <w:rPr>
          <w:szCs w:val="20"/>
          <w:lang w:val="en-US"/>
        </w:rPr>
      </w:pPr>
    </w:p>
    <w:p w14:paraId="1A1BCD95" w14:textId="77777777" w:rsidR="00A03C49" w:rsidRPr="00A03C49" w:rsidRDefault="00A03C49" w:rsidP="00A03C49">
      <w:pPr>
        <w:pStyle w:val="berschrift2"/>
        <w:rPr>
          <w:lang w:val="en-US"/>
        </w:rPr>
      </w:pPr>
      <w:r w:rsidRPr="00A03C49">
        <w:rPr>
          <w:lang w:val="en-US"/>
        </w:rPr>
        <w:t>ALU</w:t>
      </w:r>
    </w:p>
    <w:p w14:paraId="37AA8A7F" w14:textId="77777777" w:rsidR="00A03C49" w:rsidRPr="00A03C49" w:rsidRDefault="00A03C49" w:rsidP="00A03C49">
      <w:pPr>
        <w:pStyle w:val="berschrift4"/>
        <w:rPr>
          <w:lang w:val="en-US"/>
        </w:rPr>
      </w:pPr>
      <w:r w:rsidRPr="00A03C49">
        <w:rPr>
          <w:lang w:val="en-US"/>
        </w:rPr>
        <w:t xml:space="preserve">ALU Next Level: concentrated innovative strength </w:t>
      </w:r>
      <w:r w:rsidRPr="00A03C49">
        <w:rPr>
          <w:lang w:val="en-US"/>
        </w:rPr>
        <w:br/>
        <w:t xml:space="preserve">for maximum production efficiency with </w:t>
      </w:r>
      <w:proofErr w:type="gramStart"/>
      <w:r w:rsidRPr="00A03C49">
        <w:rPr>
          <w:lang w:val="en-US"/>
        </w:rPr>
        <w:t>the ALU</w:t>
      </w:r>
      <w:proofErr w:type="gramEnd"/>
      <w:r w:rsidRPr="00A03C49">
        <w:rPr>
          <w:lang w:val="en-US"/>
        </w:rPr>
        <w:t xml:space="preserve"> XT</w:t>
      </w:r>
    </w:p>
    <w:p w14:paraId="248FFAE9" w14:textId="77777777" w:rsidR="00A03C49" w:rsidRPr="00A03C49" w:rsidRDefault="00A03C49" w:rsidP="00A03C49">
      <w:pPr>
        <w:rPr>
          <w:lang w:val="en-US"/>
        </w:rPr>
      </w:pPr>
      <w:r w:rsidRPr="00A03C49">
        <w:rPr>
          <w:lang w:val="en-US"/>
        </w:rPr>
        <w:t xml:space="preserve">At FENSTERBAU 2026 SIEGENIA will be presenting a genuine highlight for system providers and producers of aluminium windows: The completely new ALU XT hardware is setting new standards with its easy, intuitive installation and appreciably reducing the assembly times in </w:t>
      </w:r>
      <w:r w:rsidRPr="00A03C49">
        <w:rPr>
          <w:lang w:val="en-US"/>
        </w:rPr>
        <w:lastRenderedPageBreak/>
        <w:t>production. Among the major strengths of the innovative hardware is its trend-setting operating rod technology which makes do with five operating rods maximum irrespective of the window dimension. Equipped with an integrated groove, it makes the easy use of additional locking points or accessories possible without the operating rod having to be processed further. It's currently the only one of its kind. The operating rod can only be shortened by means of a saw cut or a straight press cut to the desired length. Absolutely self-explanatory and the installation is fast too: It's done via simple insertion into the profile without the conventional opening of the operating rod channel. On doing so, the operating rod can be easily and flexibly swung into the fittings groove tool-free.</w:t>
      </w:r>
    </w:p>
    <w:p w14:paraId="42998F24" w14:textId="77777777" w:rsidR="00A03C49" w:rsidRPr="00A03C49" w:rsidRDefault="00A03C49" w:rsidP="00A03C49">
      <w:pPr>
        <w:rPr>
          <w:lang w:val="en-US"/>
        </w:rPr>
      </w:pPr>
    </w:p>
    <w:p w14:paraId="18153165" w14:textId="77777777" w:rsidR="00A03C49" w:rsidRPr="00A03C49" w:rsidRDefault="00A03C49" w:rsidP="00A03C49">
      <w:pPr>
        <w:rPr>
          <w:lang w:val="en-US"/>
        </w:rPr>
      </w:pPr>
      <w:r w:rsidRPr="00A03C49">
        <w:rPr>
          <w:lang w:val="en-US"/>
        </w:rPr>
        <w:t xml:space="preserve">The innovative connecting points for the connection of operating rods and hardware components complementarily provide added value: With the precision cut they enable compensatory tolerances of up to 4 mm for every single operating rod element and provide fabricators with </w:t>
      </w:r>
      <w:proofErr w:type="gramStart"/>
      <w:r w:rsidRPr="00A03C49">
        <w:rPr>
          <w:lang w:val="en-US"/>
        </w:rPr>
        <w:t>a currently</w:t>
      </w:r>
      <w:proofErr w:type="gramEnd"/>
      <w:r w:rsidRPr="00A03C49">
        <w:rPr>
          <w:lang w:val="en-US"/>
        </w:rPr>
        <w:t xml:space="preserve"> unparalleled flexibility. The self-positioning </w:t>
      </w:r>
      <w:proofErr w:type="gramStart"/>
      <w:r w:rsidRPr="00A03C49">
        <w:rPr>
          <w:lang w:val="en-US"/>
        </w:rPr>
        <w:t>and also</w:t>
      </w:r>
      <w:proofErr w:type="gramEnd"/>
      <w:r w:rsidRPr="00A03C49">
        <w:rPr>
          <w:lang w:val="en-US"/>
        </w:rPr>
        <w:t xml:space="preserve"> pivotable hardware components provide valuable time and cost benefits. Their installation is easy and efficient and thanks to the new locking elements they can be secured by means of </w:t>
      </w:r>
      <w:proofErr w:type="gramStart"/>
      <w:r w:rsidRPr="00A03C49">
        <w:rPr>
          <w:lang w:val="en-US"/>
        </w:rPr>
        <w:t>a simple</w:t>
      </w:r>
      <w:proofErr w:type="gramEnd"/>
      <w:r w:rsidRPr="00A03C49">
        <w:rPr>
          <w:lang w:val="en-US"/>
        </w:rPr>
        <w:t xml:space="preserve"> hand movement. The installation sequence, where hardware components are integrated in the sash profile, can be adapted to existing sequences completely flexibly as well. A subsequent upgrade to RC2 is possible without any problems thanks to the operating rod and connecting technology. This can be done without removing the element and is assisted by the free and unique </w:t>
      </w:r>
      <w:proofErr w:type="spellStart"/>
      <w:r w:rsidRPr="00A03C49">
        <w:rPr>
          <w:lang w:val="en-US"/>
        </w:rPr>
        <w:t>positionability</w:t>
      </w:r>
      <w:proofErr w:type="spellEnd"/>
      <w:r w:rsidRPr="00A03C49">
        <w:rPr>
          <w:lang w:val="en-US"/>
        </w:rPr>
        <w:t xml:space="preserve"> of the locking points. Accessories, such as the additional stay, can also be very easily used in this way and positioned freely – without splitting up the operating rods. </w:t>
      </w:r>
    </w:p>
    <w:p w14:paraId="0014B6F4" w14:textId="77777777" w:rsidR="00A03C49" w:rsidRPr="00A03C49" w:rsidRDefault="00A03C49" w:rsidP="00A03C49">
      <w:pPr>
        <w:rPr>
          <w:lang w:val="en-US"/>
        </w:rPr>
      </w:pPr>
    </w:p>
    <w:p w14:paraId="35BB5827" w14:textId="77777777" w:rsidR="00A03C49" w:rsidRPr="00A03C49" w:rsidRDefault="00A03C49" w:rsidP="00A03C49">
      <w:pPr>
        <w:rPr>
          <w:lang w:val="en-US"/>
        </w:rPr>
      </w:pPr>
      <w:r w:rsidRPr="00A03C49">
        <w:rPr>
          <w:lang w:val="en-US"/>
        </w:rPr>
        <w:t xml:space="preserve">SIEGENIA relies on ongoing further development and efficient production with respect to frame parts too. In this regard, the standard strikers were </w:t>
      </w:r>
      <w:proofErr w:type="spellStart"/>
      <w:r w:rsidRPr="00A03C49">
        <w:rPr>
          <w:lang w:val="en-US"/>
        </w:rPr>
        <w:t>optimised</w:t>
      </w:r>
      <w:proofErr w:type="spellEnd"/>
      <w:r w:rsidRPr="00A03C49">
        <w:rPr>
          <w:lang w:val="en-US"/>
        </w:rPr>
        <w:t xml:space="preserve"> in terms of clamping and make higher joint clearance tolerances possible as a result. The reworked frame side RC strikers also provide fabricators with significant advantages. Their easy positioning via the clamping and final screwing with just two screws ensures appreciable gains in efficiency. </w:t>
      </w:r>
    </w:p>
    <w:p w14:paraId="6F319BC5" w14:textId="77777777" w:rsidR="00A03C49" w:rsidRPr="00A03C49" w:rsidRDefault="00A03C49" w:rsidP="00A03C49">
      <w:pPr>
        <w:rPr>
          <w:lang w:val="en-US"/>
        </w:rPr>
      </w:pPr>
    </w:p>
    <w:p w14:paraId="5D31C69B" w14:textId="77777777" w:rsidR="00A03C49" w:rsidRPr="00A03C49" w:rsidRDefault="00A03C49" w:rsidP="00A03C49">
      <w:pPr>
        <w:rPr>
          <w:lang w:val="en-US"/>
        </w:rPr>
      </w:pPr>
    </w:p>
    <w:p w14:paraId="599D13D4" w14:textId="77777777" w:rsidR="00A03C49" w:rsidRPr="00A03C49" w:rsidRDefault="00A03C49" w:rsidP="00A03C49">
      <w:pPr>
        <w:rPr>
          <w:lang w:val="en-US"/>
        </w:rPr>
      </w:pPr>
    </w:p>
    <w:p w14:paraId="5561BB6C" w14:textId="77777777" w:rsidR="00A03C49" w:rsidRPr="00DC7561" w:rsidRDefault="00A03C49" w:rsidP="00A03C49">
      <w:pPr>
        <w:pStyle w:val="berschrift2"/>
        <w:rPr>
          <w:lang w:val="en-US"/>
        </w:rPr>
      </w:pPr>
      <w:r w:rsidRPr="00DC7561">
        <w:rPr>
          <w:lang w:val="en-US"/>
        </w:rPr>
        <w:t>KFV</w:t>
      </w:r>
    </w:p>
    <w:p w14:paraId="216014B3" w14:textId="77777777" w:rsidR="00A03C49" w:rsidRPr="00DC7561" w:rsidRDefault="00A03C49" w:rsidP="00000E1D">
      <w:pPr>
        <w:spacing w:before="240"/>
        <w:rPr>
          <w:lang w:val="en-US"/>
        </w:rPr>
      </w:pPr>
      <w:r w:rsidRPr="00DC7561">
        <w:rPr>
          <w:lang w:val="en-US"/>
        </w:rPr>
        <w:t xml:space="preserve">Next level solutions with added value for fabricators and end users will also be the focus of the KFV product group at FENSTERBAU. In addition to the sensor door handle, an innovative </w:t>
      </w:r>
      <w:r w:rsidRPr="00DC7561">
        <w:rPr>
          <w:lang w:val="en-US"/>
        </w:rPr>
        <w:lastRenderedPageBreak/>
        <w:t xml:space="preserve">operating concept for the front door of the future, SIEGENIA will showcase its success regarding solutions for door systems with the automatic multi-point locking system BS 3704, the new bolt switch contact for automatic multi-point locking systems and also the concealed door hinge axxent 750 ALU for high sash weights up to 140 kg. </w:t>
      </w:r>
    </w:p>
    <w:p w14:paraId="7E06D12B" w14:textId="77777777" w:rsidR="00A03C49" w:rsidRPr="00A03C49" w:rsidRDefault="00A03C49" w:rsidP="00A03C49">
      <w:pPr>
        <w:pStyle w:val="berschrift4"/>
        <w:rPr>
          <w:lang w:val="en-US"/>
        </w:rPr>
      </w:pPr>
      <w:r w:rsidRPr="00A03C49">
        <w:rPr>
          <w:lang w:val="en-US"/>
        </w:rPr>
        <w:t>Sensor door handle: innovative, intuitive, convenient</w:t>
      </w:r>
    </w:p>
    <w:p w14:paraId="66935D06" w14:textId="77777777" w:rsidR="00A03C49" w:rsidRPr="00A03C49" w:rsidRDefault="00A03C49" w:rsidP="00A03C49">
      <w:pPr>
        <w:rPr>
          <w:lang w:val="en-US"/>
        </w:rPr>
      </w:pPr>
      <w:r w:rsidRPr="00A03C49">
        <w:rPr>
          <w:lang w:val="en-US"/>
        </w:rPr>
        <w:t xml:space="preserve">SIEGENIA will be presenting the sensor door handle at FENSTERBAU as a highlight among the solutions for door systems. The innovative operating concept for the front door of the future makes opening doors on the inside of the building more intuitive, more convenient and quicker than ever. Currently one of a kind in this shape, the sensor handle has a high-quality aesthetic: The lever handle and cylinder lock have been replaced here with an elegant sliding grip for conveniently opening and closing the door, which also enables the activation of intelligent additional functions like a daytime release. The powerful proximity sensor system is also top quality. Thanks to its proactive unlocking it reduces the waiting times to an absolute minimum: The door can be opened in less than a second. For easy reference end users additionally receive tactile, audible and visual feedback. This also </w:t>
      </w:r>
      <w:proofErr w:type="gramStart"/>
      <w:r w:rsidRPr="00A03C49">
        <w:rPr>
          <w:lang w:val="en-US"/>
        </w:rPr>
        <w:t>informs</w:t>
      </w:r>
      <w:proofErr w:type="gramEnd"/>
      <w:r w:rsidRPr="00A03C49">
        <w:rPr>
          <w:lang w:val="en-US"/>
        </w:rPr>
        <w:t xml:space="preserve"> about the current state of the door. The sensor door handle is suited for locking and unlocking via the KFV GENIUS and will be available as of FENSTERBAU to the first pilot customers. </w:t>
      </w:r>
    </w:p>
    <w:p w14:paraId="3E649981" w14:textId="77777777" w:rsidR="00A03C49" w:rsidRPr="00A03C49" w:rsidRDefault="00A03C49" w:rsidP="00A03C49">
      <w:pPr>
        <w:pStyle w:val="berschrift4"/>
        <w:rPr>
          <w:lang w:val="en-US"/>
        </w:rPr>
      </w:pPr>
      <w:r w:rsidRPr="00A03C49">
        <w:rPr>
          <w:lang w:val="en-US"/>
        </w:rPr>
        <w:t>BS 3704 and new bolt switch contact – better safe than sorry</w:t>
      </w:r>
    </w:p>
    <w:p w14:paraId="3461BA0A" w14:textId="77777777" w:rsidR="00A03C49" w:rsidRPr="00A03C49" w:rsidRDefault="00A03C49" w:rsidP="00A03C49">
      <w:pPr>
        <w:rPr>
          <w:lang w:val="en-US"/>
        </w:rPr>
      </w:pPr>
      <w:r w:rsidRPr="00A03C49">
        <w:rPr>
          <w:lang w:val="en-US"/>
        </w:rPr>
        <w:t xml:space="preserve">Self-adjusting, secure, intelligent: With the automatic multi-point locking system BS 3704, a further development of the BS 3700, SIEGENIA is providing fabricators and end users with a new level of security. Equipped with four auxiliary lock cases, it provides </w:t>
      </w:r>
      <w:proofErr w:type="gramStart"/>
      <w:r w:rsidRPr="00A03C49">
        <w:rPr>
          <w:lang w:val="en-US"/>
        </w:rPr>
        <w:t>a</w:t>
      </w:r>
      <w:proofErr w:type="gramEnd"/>
      <w:r w:rsidRPr="00A03C49">
        <w:rPr>
          <w:lang w:val="en-US"/>
        </w:rPr>
        <w:t xml:space="preserve"> highest possible degree of security. One truly unique feature of both multi-point locking systems is its integrated self-adjustment mechanism with locking elements and hook bolts. The intelligent design of the elements and the frame parts </w:t>
      </w:r>
      <w:proofErr w:type="gramStart"/>
      <w:r w:rsidRPr="00A03C49">
        <w:rPr>
          <w:lang w:val="en-US"/>
        </w:rPr>
        <w:t>dispenses</w:t>
      </w:r>
      <w:proofErr w:type="gramEnd"/>
      <w:r w:rsidRPr="00A03C49">
        <w:rPr>
          <w:lang w:val="en-US"/>
        </w:rPr>
        <w:t xml:space="preserve"> with the inconvenient readjustment on site throughout the entire life cycle of the door. To this end, the bolt-shaped locking elements are locked by a backwards pressure protection device as soon as they retract into the frame part before even reaching the end position. This holds the door leaf in position and ensures that it is securely locked. The new automatic multi-point locking systems also exhibit strengths in terms of flexibility because they can be freely combined with an optional A-opener and extension pieces for doors of 3 m height. The new BS 3704 with four auxiliary lock cases is available effective immediately.</w:t>
      </w:r>
    </w:p>
    <w:p w14:paraId="242AD2BF" w14:textId="77777777" w:rsidR="00A03C49" w:rsidRPr="00A03C49" w:rsidRDefault="00A03C49" w:rsidP="00A03C49">
      <w:pPr>
        <w:rPr>
          <w:lang w:val="en-US"/>
        </w:rPr>
      </w:pPr>
    </w:p>
    <w:p w14:paraId="19E3BD4F" w14:textId="77777777" w:rsidR="00A03C49" w:rsidRPr="00A03C49" w:rsidRDefault="00A03C49" w:rsidP="00A03C49">
      <w:pPr>
        <w:rPr>
          <w:lang w:val="en-US"/>
        </w:rPr>
      </w:pPr>
      <w:r w:rsidRPr="00A03C49">
        <w:rPr>
          <w:lang w:val="en-US"/>
        </w:rPr>
        <w:t xml:space="preserve">The new bolt switch contact will be premiering at FENSTERBAU too. As an optional equipment feature for automatic multi-point locking systems its intelligent opening and locking monitoring </w:t>
      </w:r>
      <w:r w:rsidRPr="00A03C49">
        <w:rPr>
          <w:lang w:val="en-US"/>
        </w:rPr>
        <w:lastRenderedPageBreak/>
        <w:t>system provides end users with significant added value in terms of security: Immediately the locking elements of the multi-point lock are retracted into the frame parts, the bolt switch contact emits a corresponding signal. When pairing with an alarm system this causes, for example, the lock to be armed.</w:t>
      </w:r>
    </w:p>
    <w:p w14:paraId="50E243F5" w14:textId="77777777" w:rsidR="00A03C49" w:rsidRPr="00A03C49" w:rsidRDefault="00A03C49" w:rsidP="00A03C49">
      <w:pPr>
        <w:pStyle w:val="berschrift4"/>
        <w:rPr>
          <w:lang w:val="en-US"/>
        </w:rPr>
      </w:pPr>
      <w:r w:rsidRPr="00A03C49">
        <w:rPr>
          <w:lang w:val="en-US"/>
        </w:rPr>
        <w:t xml:space="preserve">For heavy sash weights up to 140 kg: door hinge axxent 750 ALU </w:t>
      </w:r>
    </w:p>
    <w:p w14:paraId="1355FA0E" w14:textId="77777777" w:rsidR="00A03C49" w:rsidRPr="00A03C49" w:rsidRDefault="00A03C49" w:rsidP="00A03C49">
      <w:pPr>
        <w:rPr>
          <w:lang w:val="en-US"/>
        </w:rPr>
      </w:pPr>
      <w:r w:rsidRPr="00A03C49">
        <w:rPr>
          <w:lang w:val="en-US"/>
        </w:rPr>
        <w:t xml:space="preserve">This innovative door hinge for aluminium front doors combines </w:t>
      </w:r>
      <w:proofErr w:type="spellStart"/>
      <w:proofErr w:type="gramStart"/>
      <w:r w:rsidRPr="00A03C49">
        <w:rPr>
          <w:lang w:val="en-US"/>
        </w:rPr>
        <w:t>a</w:t>
      </w:r>
      <w:proofErr w:type="spellEnd"/>
      <w:proofErr w:type="gramEnd"/>
      <w:r w:rsidRPr="00A03C49">
        <w:rPr>
          <w:lang w:val="en-US"/>
        </w:rPr>
        <w:t xml:space="preserve"> elegant design in on-trend black with noticeable extra benefits: the concealed door </w:t>
      </w:r>
      <w:proofErr w:type="gramStart"/>
      <w:r w:rsidRPr="00A03C49">
        <w:rPr>
          <w:lang w:val="en-US"/>
        </w:rPr>
        <w:t>hinge</w:t>
      </w:r>
      <w:proofErr w:type="gramEnd"/>
      <w:r w:rsidRPr="00A03C49">
        <w:rPr>
          <w:lang w:val="en-US"/>
        </w:rPr>
        <w:t xml:space="preserve"> axxent 750 ALU. With its high load capacity of up to 140 </w:t>
      </w:r>
      <w:proofErr w:type="gramStart"/>
      <w:r w:rsidRPr="00A03C49">
        <w:rPr>
          <w:lang w:val="en-US"/>
        </w:rPr>
        <w:t>kg</w:t>
      </w:r>
      <w:proofErr w:type="gramEnd"/>
      <w:r w:rsidRPr="00A03C49">
        <w:rPr>
          <w:lang w:val="en-US"/>
        </w:rPr>
        <w:t xml:space="preserve"> it creates </w:t>
      </w:r>
      <w:proofErr w:type="gramStart"/>
      <w:r w:rsidRPr="00A03C49">
        <w:rPr>
          <w:lang w:val="en-US"/>
        </w:rPr>
        <w:t>the ideal</w:t>
      </w:r>
      <w:proofErr w:type="gramEnd"/>
      <w:r w:rsidRPr="00A03C49">
        <w:rPr>
          <w:lang w:val="en-US"/>
        </w:rPr>
        <w:t xml:space="preserve"> conditions for a high level of room comfort and energy efficiency. The concealed technology gives doors a decidedly </w:t>
      </w:r>
      <w:proofErr w:type="gramStart"/>
      <w:r w:rsidRPr="00A03C49">
        <w:rPr>
          <w:lang w:val="en-US"/>
        </w:rPr>
        <w:t>high quality</w:t>
      </w:r>
      <w:proofErr w:type="gramEnd"/>
      <w:r w:rsidRPr="00A03C49">
        <w:rPr>
          <w:lang w:val="en-US"/>
        </w:rPr>
        <w:t xml:space="preserve"> elegance as well, choice of jet black (RAL 9005) or white aluminium (RAL 9006). End users also appreciate the high ease of use because thanks to the low-friction door hinge bearing the sash can turn smoothly and effortlessly to an opening angle of up to 105°. The new door hinge exhibits strengths in terms of processing efficiency and installation too. From the intuitive "click in" technology to the ability to achieve burglar resistance up to RC2 without any additional components to the simple, easy adjustment via the integrated 3D adjustment fabricators benefit in a variety of ways. </w:t>
      </w:r>
    </w:p>
    <w:p w14:paraId="64669BB6" w14:textId="77777777" w:rsidR="00A03C49" w:rsidRPr="00A03C49" w:rsidRDefault="00A03C49" w:rsidP="00A03C49">
      <w:pPr>
        <w:rPr>
          <w:lang w:val="en-US"/>
        </w:rPr>
      </w:pPr>
    </w:p>
    <w:p w14:paraId="4F7090E6" w14:textId="77777777" w:rsidR="00A03C49" w:rsidRDefault="00A03C49" w:rsidP="00A03C49">
      <w:pPr>
        <w:rPr>
          <w:lang w:val="en-US"/>
        </w:rPr>
      </w:pPr>
    </w:p>
    <w:p w14:paraId="2C5FD7FA" w14:textId="77777777" w:rsidR="00A53858" w:rsidRPr="00A03C49" w:rsidRDefault="00A53858" w:rsidP="00A03C49">
      <w:pPr>
        <w:rPr>
          <w:lang w:val="en-US"/>
        </w:rPr>
      </w:pPr>
    </w:p>
    <w:p w14:paraId="2FD19648" w14:textId="77777777" w:rsidR="007D4B2E" w:rsidRPr="0097647A" w:rsidRDefault="007D4B2E" w:rsidP="007D4B2E">
      <w:pPr>
        <w:pStyle w:val="berschrift2"/>
        <w:rPr>
          <w:lang w:val="en-US"/>
        </w:rPr>
      </w:pPr>
      <w:r w:rsidRPr="0097647A">
        <w:rPr>
          <w:lang w:val="en-US"/>
        </w:rPr>
        <w:t>AERO</w:t>
      </w:r>
    </w:p>
    <w:p w14:paraId="167F08F9" w14:textId="77777777" w:rsidR="007D4B2E" w:rsidRPr="007D4B2E" w:rsidRDefault="007D4B2E" w:rsidP="007D4B2E">
      <w:pPr>
        <w:spacing w:before="240"/>
        <w:rPr>
          <w:lang w:val="en-US"/>
        </w:rPr>
      </w:pPr>
      <w:r w:rsidRPr="0097647A">
        <w:rPr>
          <w:lang w:val="en-US"/>
        </w:rPr>
        <w:t xml:space="preserve">Rooms with elevated feel-good atmosphere, where the on-demand fresh air supply combines with the widest variety of aspects of room comfort, are the focus of the AERO product group at FENSTERBAU. Both the AEROMAT VT WRG and AEROMAT VT WRG plus facade ventilators and the AEROPLUS WRG wall-mounted ventilation unit stand for maximum energy efficiency and an outstanding heat recovery of more than 90%. </w:t>
      </w:r>
      <w:r w:rsidRPr="007D4B2E">
        <w:rPr>
          <w:lang w:val="en-US"/>
        </w:rPr>
        <w:t>By contrast, the installation of window ventilators in roller shutter boxes, which are also a must-see at FENSTERBAU, provide a subtle, decidedly aesthetic means of integrating window ventilators into the facade.</w:t>
      </w:r>
    </w:p>
    <w:p w14:paraId="2287F081" w14:textId="77777777" w:rsidR="007D4B2E" w:rsidRPr="007D4B2E" w:rsidRDefault="007D4B2E" w:rsidP="007D4B2E">
      <w:pPr>
        <w:pStyle w:val="berschrift4"/>
        <w:rPr>
          <w:lang w:val="en-US"/>
        </w:rPr>
      </w:pPr>
      <w:r w:rsidRPr="007D4B2E">
        <w:rPr>
          <w:lang w:val="en-US"/>
        </w:rPr>
        <w:t xml:space="preserve">AEROMAT VT: Energy efficiency with up to 95% heat recovery </w:t>
      </w:r>
    </w:p>
    <w:p w14:paraId="5422599B" w14:textId="77777777" w:rsidR="007D4B2E" w:rsidRPr="007D4B2E" w:rsidRDefault="007D4B2E" w:rsidP="007D4B2E">
      <w:pPr>
        <w:rPr>
          <w:lang w:val="en-US"/>
        </w:rPr>
      </w:pPr>
      <w:r w:rsidRPr="007D4B2E">
        <w:rPr>
          <w:lang w:val="en-US"/>
        </w:rPr>
        <w:t xml:space="preserve">Flexible planning, easy installation and resource-efficient ventilation: the AEROMAT VT combines controlled ventilation with an array of additional benefits. With free combinability of the individual ventilator types the system solution covers the full spectrum of </w:t>
      </w:r>
      <w:proofErr w:type="spellStart"/>
      <w:r w:rsidRPr="007D4B2E">
        <w:rPr>
          <w:lang w:val="en-US"/>
        </w:rPr>
        <w:t>decentralised</w:t>
      </w:r>
      <w:proofErr w:type="spellEnd"/>
      <w:r w:rsidRPr="007D4B2E">
        <w:rPr>
          <w:lang w:val="en-US"/>
        </w:rPr>
        <w:t xml:space="preserve"> facade systems and is optically extremely appealing thanks to the subtle integration in the facade. The </w:t>
      </w:r>
      <w:r w:rsidRPr="007D4B2E">
        <w:rPr>
          <w:lang w:val="en-US"/>
        </w:rPr>
        <w:lastRenderedPageBreak/>
        <w:t xml:space="preserve">AEROMAT VT also combines the controlled ventilation with a powerful sound absorption, a high level of air throughput and energy efficiency: In addition to the AEROMAT VT WRG with its outstanding heat recovery of up to 93% the AEROMAT VT WRG plus, a </w:t>
      </w:r>
      <w:proofErr w:type="spellStart"/>
      <w:r w:rsidRPr="007D4B2E">
        <w:rPr>
          <w:lang w:val="en-US"/>
        </w:rPr>
        <w:t>subsidisable</w:t>
      </w:r>
      <w:proofErr w:type="spellEnd"/>
      <w:r w:rsidRPr="007D4B2E">
        <w:rPr>
          <w:lang w:val="en-US"/>
        </w:rPr>
        <w:t xml:space="preserve"> version with energy efficiency class A and a heat recovery of up to 95%, is available to fabricators, architects and end users to this end. A self-acting, on-demand automatic ventilation unit and the optional sensors for temperature, humidity, CO</w:t>
      </w:r>
      <w:r w:rsidRPr="007D4B2E">
        <w:rPr>
          <w:vertAlign w:val="subscript"/>
          <w:lang w:val="en-US"/>
        </w:rPr>
        <w:t>2</w:t>
      </w:r>
      <w:r w:rsidRPr="007D4B2E">
        <w:rPr>
          <w:lang w:val="en-US"/>
        </w:rPr>
        <w:t xml:space="preserve"> and volatile organic compounds ensure ease of use and a high degree of indoor air quality among other things. The external control of the ventilator and the direct integration into a building control system can be </w:t>
      </w:r>
      <w:proofErr w:type="gramStart"/>
      <w:r w:rsidRPr="007D4B2E">
        <w:rPr>
          <w:lang w:val="en-US"/>
        </w:rPr>
        <w:t>simply</w:t>
      </w:r>
      <w:proofErr w:type="gramEnd"/>
      <w:r w:rsidRPr="007D4B2E">
        <w:rPr>
          <w:lang w:val="en-US"/>
        </w:rPr>
        <w:t xml:space="preserve"> and easily effected via preconfigured inputs and outputs. </w:t>
      </w:r>
    </w:p>
    <w:p w14:paraId="44D479DB" w14:textId="77777777" w:rsidR="007D4B2E" w:rsidRPr="007D4B2E" w:rsidRDefault="007D4B2E" w:rsidP="007D4B2E">
      <w:pPr>
        <w:pStyle w:val="berschrift4"/>
        <w:rPr>
          <w:lang w:val="en-US"/>
        </w:rPr>
      </w:pPr>
      <w:r w:rsidRPr="007D4B2E">
        <w:rPr>
          <w:lang w:val="en-US"/>
        </w:rPr>
        <w:t>AEROPLUS WRG: a powerful wall-mounted ventilator with a high-end design</w:t>
      </w:r>
    </w:p>
    <w:p w14:paraId="2653ABA4" w14:textId="77777777" w:rsidR="007D4B2E" w:rsidRPr="007D4B2E" w:rsidRDefault="007D4B2E" w:rsidP="007D4B2E">
      <w:pPr>
        <w:rPr>
          <w:lang w:val="en-US"/>
        </w:rPr>
      </w:pPr>
      <w:r w:rsidRPr="007D4B2E">
        <w:rPr>
          <w:lang w:val="en-US"/>
        </w:rPr>
        <w:t xml:space="preserve">The AEROPLUS WRG wall-mounted ventilator combines maximum heat recovery with a host of equipment features for 360° room comfort. The compact wall-mounted ventilator, for the simultaneous regulation of supply air and exhaust air in a single solution, combines a variety of performance features that make it one of a kind. These include low inherent noise, outstanding air throughput and excellent sound absorption. A high degree of energy efficiency is a real plus for intelligent building automation: With its heat recovery of up to 93% the compact ventilator is even </w:t>
      </w:r>
      <w:proofErr w:type="spellStart"/>
      <w:r w:rsidRPr="007D4B2E">
        <w:rPr>
          <w:lang w:val="en-US"/>
        </w:rPr>
        <w:t>subsidisable</w:t>
      </w:r>
      <w:proofErr w:type="spellEnd"/>
      <w:r w:rsidRPr="007D4B2E">
        <w:rPr>
          <w:lang w:val="en-US"/>
        </w:rPr>
        <w:t>.</w:t>
      </w:r>
      <w:r w:rsidRPr="007D4B2E">
        <w:rPr>
          <w:szCs w:val="20"/>
          <w:lang w:val="en-US"/>
        </w:rPr>
        <w:t xml:space="preserve"> </w:t>
      </w:r>
      <w:r w:rsidRPr="007D4B2E">
        <w:rPr>
          <w:lang w:val="en-US"/>
        </w:rPr>
        <w:t xml:space="preserve">In the AEROPLUS WRG smart version it also supports convenient operation using the SIEGENIA Comfort App and its automatic </w:t>
      </w:r>
      <w:proofErr w:type="gramStart"/>
      <w:r w:rsidRPr="007D4B2E">
        <w:rPr>
          <w:lang w:val="en-US"/>
        </w:rPr>
        <w:t>mode</w:t>
      </w:r>
      <w:proofErr w:type="gramEnd"/>
      <w:r w:rsidRPr="007D4B2E">
        <w:rPr>
          <w:lang w:val="en-US"/>
        </w:rPr>
        <w:t xml:space="preserve"> which is controlled via a CO</w:t>
      </w:r>
      <w:r w:rsidRPr="007D4B2E">
        <w:rPr>
          <w:vertAlign w:val="subscript"/>
          <w:lang w:val="en-US"/>
        </w:rPr>
        <w:t>2</w:t>
      </w:r>
      <w:r w:rsidRPr="007D4B2E">
        <w:rPr>
          <w:lang w:val="en-US"/>
        </w:rPr>
        <w:t xml:space="preserve"> sensor, by an intelligent sensor detecting the stale air and controlling the air exchange as needed. The ventilator in both variants can also be integrated into the building control technology via KNX. In this way it can be integrated into intelligent scenarios during the summer, for instance, for night ventilation for passive cooling.</w:t>
      </w:r>
    </w:p>
    <w:p w14:paraId="72EC6753" w14:textId="77777777" w:rsidR="007D4B2E" w:rsidRPr="007D4B2E" w:rsidRDefault="007D4B2E" w:rsidP="007D4B2E">
      <w:pPr>
        <w:pStyle w:val="berschrift4"/>
        <w:rPr>
          <w:lang w:val="en-US"/>
        </w:rPr>
      </w:pPr>
      <w:bookmarkStart w:id="1" w:name="_Hlk69821944"/>
      <w:bookmarkEnd w:id="1"/>
      <w:r w:rsidRPr="007D4B2E">
        <w:rPr>
          <w:lang w:val="en-US"/>
        </w:rPr>
        <w:t>Invisible from the outside in the roller shutter box</w:t>
      </w:r>
    </w:p>
    <w:p w14:paraId="7244D68E" w14:textId="77777777" w:rsidR="007D4B2E" w:rsidRPr="007D4B2E" w:rsidRDefault="007D4B2E" w:rsidP="007D4B2E">
      <w:pPr>
        <w:rPr>
          <w:lang w:val="en-US"/>
        </w:rPr>
      </w:pPr>
      <w:r w:rsidRPr="007D4B2E">
        <w:rPr>
          <w:lang w:val="en-US"/>
        </w:rPr>
        <w:t xml:space="preserve">The installation of window ventilators in the roller shutter box provides architects, fabricators and end users with clear advantages in aesthetic design, which SIEGENIA will be presenting at FENSTERBAU as the third thematic focal point involving AERO. The company's roller shutter ventilators lend themselves to integration </w:t>
      </w:r>
      <w:proofErr w:type="gramStart"/>
      <w:r w:rsidRPr="007D4B2E">
        <w:rPr>
          <w:lang w:val="en-US"/>
        </w:rPr>
        <w:t>in</w:t>
      </w:r>
      <w:proofErr w:type="gramEnd"/>
      <w:r w:rsidRPr="007D4B2E">
        <w:rPr>
          <w:lang w:val="en-US"/>
        </w:rPr>
        <w:t xml:space="preserve"> the systems of </w:t>
      </w:r>
      <w:proofErr w:type="gramStart"/>
      <w:r w:rsidRPr="007D4B2E">
        <w:rPr>
          <w:lang w:val="en-US"/>
        </w:rPr>
        <w:t>a number of</w:t>
      </w:r>
      <w:proofErr w:type="gramEnd"/>
      <w:r w:rsidRPr="007D4B2E">
        <w:rPr>
          <w:lang w:val="en-US"/>
        </w:rPr>
        <w:t xml:space="preserve"> leading producers, including Hella, Roma, Beck &amp; Heun, Heroal, Lehr and Bero. There's a selection of four different ventilators here, among them the two passive vents AEROMAT midi with subtle optics and manual locking and the AEROMAT midi HY 42 dB with humidity control for on-demand minimum ventilation.</w:t>
      </w:r>
      <w:r w:rsidRPr="007D4B2E">
        <w:rPr>
          <w:rFonts w:cs="Arial"/>
          <w:szCs w:val="20"/>
          <w:lang w:val="en-US"/>
        </w:rPr>
        <w:t xml:space="preserve"> The two facade </w:t>
      </w:r>
      <w:proofErr w:type="gramStart"/>
      <w:r w:rsidRPr="007D4B2E">
        <w:rPr>
          <w:rFonts w:cs="Arial"/>
          <w:szCs w:val="20"/>
          <w:lang w:val="en-US"/>
        </w:rPr>
        <w:t>ventilators</w:t>
      </w:r>
      <w:proofErr w:type="gramEnd"/>
      <w:r w:rsidRPr="007D4B2E">
        <w:rPr>
          <w:rFonts w:cs="Arial"/>
          <w:szCs w:val="20"/>
          <w:lang w:val="en-US"/>
        </w:rPr>
        <w:t xml:space="preserve"> AEROMAT 80 and AEROMAT </w:t>
      </w:r>
      <w:proofErr w:type="gramStart"/>
      <w:r w:rsidRPr="007D4B2E">
        <w:rPr>
          <w:rFonts w:cs="Arial"/>
          <w:szCs w:val="20"/>
          <w:lang w:val="en-US"/>
        </w:rPr>
        <w:t>100</w:t>
      </w:r>
      <w:proofErr w:type="gramEnd"/>
      <w:r w:rsidRPr="007D4B2E">
        <w:rPr>
          <w:rFonts w:cs="Arial"/>
          <w:szCs w:val="20"/>
          <w:lang w:val="en-US"/>
        </w:rPr>
        <w:t xml:space="preserve"> are specifically designed to meet higher air and sound insulation requirements. Integrating the </w:t>
      </w:r>
      <w:r w:rsidRPr="007D4B2E">
        <w:rPr>
          <w:rFonts w:cs="Arial"/>
          <w:szCs w:val="20"/>
          <w:lang w:val="en-US"/>
        </w:rPr>
        <w:lastRenderedPageBreak/>
        <w:t xml:space="preserve">ventilators in the roller shutter box enables sound insulation values of up to 64 dB to be achieved. </w:t>
      </w:r>
      <w:r w:rsidRPr="007D4B2E">
        <w:rPr>
          <w:lang w:val="en-US"/>
        </w:rPr>
        <w:t xml:space="preserve">Dispensing here with a weather grille on the exterior facade makes the ventilators completely invisible from the outside, without any detriment in the fresh air supply: Even when roller shutters are closed the ventilators </w:t>
      </w:r>
      <w:proofErr w:type="gramStart"/>
      <w:r w:rsidRPr="007D4B2E">
        <w:rPr>
          <w:lang w:val="en-US"/>
        </w:rPr>
        <w:t>ensure ventilation on demand at all times</w:t>
      </w:r>
      <w:proofErr w:type="gramEnd"/>
      <w:r w:rsidRPr="007D4B2E">
        <w:rPr>
          <w:lang w:val="en-US"/>
        </w:rPr>
        <w:t xml:space="preserve">. Moreover, fabricators benefit from easy, </w:t>
      </w:r>
      <w:proofErr w:type="gramStart"/>
      <w:r w:rsidRPr="007D4B2E">
        <w:rPr>
          <w:lang w:val="en-US"/>
        </w:rPr>
        <w:t>hassle free</w:t>
      </w:r>
      <w:proofErr w:type="gramEnd"/>
      <w:r w:rsidRPr="007D4B2E">
        <w:rPr>
          <w:lang w:val="en-US"/>
        </w:rPr>
        <w:t xml:space="preserve"> installation on the inside of the roller shutter box, without the need for any modifications to the window or frame. </w:t>
      </w:r>
    </w:p>
    <w:p w14:paraId="55E80C15" w14:textId="77777777" w:rsidR="007D4B2E" w:rsidRPr="007D4B2E" w:rsidRDefault="007D4B2E" w:rsidP="007D4B2E">
      <w:pPr>
        <w:rPr>
          <w:lang w:val="en-US"/>
        </w:rPr>
      </w:pPr>
    </w:p>
    <w:p w14:paraId="2C73A418" w14:textId="77777777" w:rsidR="00A03C49" w:rsidRPr="00A03C49" w:rsidRDefault="00A03C49" w:rsidP="00A03C49">
      <w:pPr>
        <w:rPr>
          <w:lang w:val="en-US"/>
        </w:rPr>
      </w:pPr>
    </w:p>
    <w:p w14:paraId="3E9BC1D2" w14:textId="77777777" w:rsidR="00A03C49" w:rsidRDefault="00A03C49" w:rsidP="00C70B1D">
      <w:pPr>
        <w:rPr>
          <w:szCs w:val="20"/>
          <w:lang w:val="en-US"/>
        </w:rPr>
      </w:pPr>
    </w:p>
    <w:p w14:paraId="14CF7A5B" w14:textId="77777777" w:rsidR="00A03C49" w:rsidRPr="00236431" w:rsidRDefault="00A03C49" w:rsidP="00A03C49">
      <w:pPr>
        <w:pStyle w:val="berschrift2"/>
        <w:rPr>
          <w:lang w:val="en-US"/>
        </w:rPr>
      </w:pPr>
      <w:r w:rsidRPr="00236431">
        <w:rPr>
          <w:lang w:val="en-US"/>
        </w:rPr>
        <w:t>Sustainability</w:t>
      </w:r>
    </w:p>
    <w:p w14:paraId="76959F2A" w14:textId="77777777" w:rsidR="00A03C49" w:rsidRPr="00236431" w:rsidRDefault="00A03C49" w:rsidP="00A03C49">
      <w:pPr>
        <w:pStyle w:val="berschrift4"/>
        <w:rPr>
          <w:lang w:val="en-US"/>
        </w:rPr>
      </w:pPr>
      <w:r w:rsidRPr="00236431">
        <w:rPr>
          <w:lang w:val="en-US"/>
        </w:rPr>
        <w:t>Embrace responsibility holistically</w:t>
      </w:r>
    </w:p>
    <w:p w14:paraId="6508119B" w14:textId="77777777" w:rsidR="00A03C49" w:rsidRPr="00236431" w:rsidRDefault="00A03C49" w:rsidP="00A03C49">
      <w:pPr>
        <w:rPr>
          <w:lang w:val="en-US"/>
        </w:rPr>
      </w:pPr>
      <w:r w:rsidRPr="00236431">
        <w:rPr>
          <w:lang w:val="en-US"/>
        </w:rPr>
        <w:t xml:space="preserve">At SIEGENIA the development of pioneering products and systems and </w:t>
      </w:r>
      <w:proofErr w:type="spellStart"/>
      <w:r w:rsidRPr="00236431">
        <w:rPr>
          <w:lang w:val="en-US"/>
        </w:rPr>
        <w:t>customised</w:t>
      </w:r>
      <w:proofErr w:type="spellEnd"/>
      <w:r w:rsidRPr="00236431">
        <w:rPr>
          <w:lang w:val="en-US"/>
        </w:rPr>
        <w:t xml:space="preserve"> services is inextricably linked to sustainable concepts and actions. At the FENSTERBAU trade show SIEGENIA will be revealing how the holistic embrace of responsibility shapes </w:t>
      </w:r>
      <w:r w:rsidRPr="00236431">
        <w:rPr>
          <w:szCs w:val="20"/>
          <w:lang w:val="en-US"/>
        </w:rPr>
        <w:t>business decisions at every level</w:t>
      </w:r>
      <w:r w:rsidRPr="00236431">
        <w:rPr>
          <w:lang w:val="en-US"/>
        </w:rPr>
        <w:t xml:space="preserve">. </w:t>
      </w:r>
      <w:proofErr w:type="gramStart"/>
      <w:r w:rsidRPr="00236431">
        <w:rPr>
          <w:lang w:val="en-US"/>
        </w:rPr>
        <w:t>With regard to</w:t>
      </w:r>
      <w:proofErr w:type="gramEnd"/>
      <w:r w:rsidRPr="00236431">
        <w:rPr>
          <w:lang w:val="en-US"/>
        </w:rPr>
        <w:t xml:space="preserve"> climate protection our stated objective is to reduce the</w:t>
      </w:r>
      <w:r w:rsidRPr="00236431">
        <w:rPr>
          <w:rFonts w:cs="Arial"/>
          <w:lang w:val="en-US"/>
        </w:rPr>
        <w:t xml:space="preserve"> CO</w:t>
      </w:r>
      <w:r w:rsidRPr="00236431">
        <w:rPr>
          <w:rFonts w:cs="Arial"/>
          <w:vertAlign w:val="subscript"/>
          <w:lang w:val="en-US"/>
        </w:rPr>
        <w:t>2</w:t>
      </w:r>
      <w:r w:rsidRPr="00236431">
        <w:rPr>
          <w:rFonts w:cs="Arial"/>
          <w:lang w:val="en-US"/>
        </w:rPr>
        <w:t xml:space="preserve"> footprint of </w:t>
      </w:r>
      <w:r w:rsidRPr="00236431">
        <w:rPr>
          <w:lang w:val="en-US"/>
        </w:rPr>
        <w:t>the company's</w:t>
      </w:r>
      <w:r w:rsidRPr="00236431">
        <w:rPr>
          <w:rFonts w:cs="Arial"/>
          <w:lang w:val="en-US"/>
        </w:rPr>
        <w:t xml:space="preserve"> own energy consumption.</w:t>
      </w:r>
      <w:r w:rsidRPr="00236431">
        <w:rPr>
          <w:szCs w:val="20"/>
          <w:lang w:val="en-US"/>
        </w:rPr>
        <w:t xml:space="preserve"> </w:t>
      </w:r>
      <w:r w:rsidRPr="00236431">
        <w:rPr>
          <w:lang w:val="en-US"/>
        </w:rPr>
        <w:t xml:space="preserve">To this end the company is acting in line with the </w:t>
      </w:r>
      <w:proofErr w:type="gramStart"/>
      <w:r w:rsidRPr="00236431">
        <w:rPr>
          <w:lang w:val="en-US"/>
        </w:rPr>
        <w:t>premise</w:t>
      </w:r>
      <w:proofErr w:type="gramEnd"/>
      <w:r w:rsidRPr="00236431">
        <w:rPr>
          <w:lang w:val="en-US"/>
        </w:rPr>
        <w:t xml:space="preserve">: "avoid before reducing, </w:t>
      </w:r>
      <w:proofErr w:type="gramStart"/>
      <w:r w:rsidRPr="00236431">
        <w:rPr>
          <w:lang w:val="en-US"/>
        </w:rPr>
        <w:t>reduce</w:t>
      </w:r>
      <w:proofErr w:type="gramEnd"/>
      <w:r w:rsidRPr="00236431">
        <w:rPr>
          <w:lang w:val="en-US"/>
        </w:rPr>
        <w:t xml:space="preserve"> before offsetting".</w:t>
      </w:r>
      <w:r w:rsidRPr="00236431">
        <w:rPr>
          <w:rFonts w:cs="Arial"/>
          <w:lang w:val="en-US"/>
        </w:rPr>
        <w:t xml:space="preserve"> </w:t>
      </w:r>
      <w:r w:rsidRPr="00236431">
        <w:rPr>
          <w:lang w:val="en-US"/>
        </w:rPr>
        <w:t>The firm places great value in knowing exactly where it stands. The company therefore set up a digital sustainability system which systematically records the</w:t>
      </w:r>
      <w:r w:rsidRPr="00236431">
        <w:rPr>
          <w:rFonts w:cs="Arial"/>
          <w:lang w:val="en-US"/>
        </w:rPr>
        <w:t xml:space="preserve"> </w:t>
      </w:r>
      <w:r w:rsidRPr="00236431">
        <w:rPr>
          <w:lang w:val="en-US"/>
        </w:rPr>
        <w:t>CO</w:t>
      </w:r>
      <w:r w:rsidRPr="00236431">
        <w:rPr>
          <w:vertAlign w:val="subscript"/>
          <w:lang w:val="en-US"/>
        </w:rPr>
        <w:t>2</w:t>
      </w:r>
      <w:r w:rsidRPr="00236431">
        <w:rPr>
          <w:lang w:val="en-US"/>
        </w:rPr>
        <w:t xml:space="preserve"> footprint in every department and provides a transparent basis for continuous </w:t>
      </w:r>
      <w:proofErr w:type="spellStart"/>
      <w:r w:rsidRPr="00236431">
        <w:rPr>
          <w:lang w:val="en-US"/>
        </w:rPr>
        <w:t>optimisation</w:t>
      </w:r>
      <w:proofErr w:type="spellEnd"/>
      <w:r w:rsidRPr="00236431">
        <w:rPr>
          <w:lang w:val="en-US"/>
        </w:rPr>
        <w:t>. It has been an unequivocal success: Since 2019 SIEGENIA has reduced its CO</w:t>
      </w:r>
      <w:r w:rsidRPr="00236431">
        <w:rPr>
          <w:vertAlign w:val="subscript"/>
          <w:lang w:val="en-US"/>
        </w:rPr>
        <w:t>2</w:t>
      </w:r>
      <w:r w:rsidRPr="00236431">
        <w:rPr>
          <w:lang w:val="en-US"/>
        </w:rPr>
        <w:t xml:space="preserve"> emissions from energy consumption (Scope 1 and 2) by over 50%. </w:t>
      </w:r>
      <w:r w:rsidRPr="00236431">
        <w:rPr>
          <w:rFonts w:cs="Arial"/>
          <w:lang w:val="en-US"/>
        </w:rPr>
        <w:t>Our commitment to climate protection extends to our entire product range too.</w:t>
      </w:r>
      <w:r w:rsidRPr="00236431">
        <w:rPr>
          <w:szCs w:val="20"/>
          <w:lang w:val="en-US"/>
        </w:rPr>
        <w:t xml:space="preserve"> That's why SIEGENIA looks at the entire product life cycle – from research and development to production, right through to recycling and demolition. </w:t>
      </w:r>
      <w:r w:rsidRPr="00236431">
        <w:rPr>
          <w:rFonts w:cs="Arial"/>
          <w:lang w:val="en-US"/>
        </w:rPr>
        <w:t xml:space="preserve">To implement a closed-loop economy successfully, from SIEGENIA's perspective, close collaboration within the supply chain is also required. </w:t>
      </w:r>
      <w:r w:rsidRPr="00236431">
        <w:rPr>
          <w:lang w:val="en-US"/>
        </w:rPr>
        <w:t>This is why the company participates in cooperative projects like ID4Win or the "Windows in Circular Construction" project.</w:t>
      </w:r>
    </w:p>
    <w:p w14:paraId="01985130" w14:textId="77777777" w:rsidR="00A03C49" w:rsidRPr="00236431" w:rsidRDefault="00A03C49" w:rsidP="00A03C49">
      <w:pPr>
        <w:rPr>
          <w:rFonts w:cs="Arial"/>
          <w:lang w:val="en-US"/>
        </w:rPr>
      </w:pPr>
    </w:p>
    <w:p w14:paraId="4B6F44CD" w14:textId="77777777" w:rsidR="00A03C49" w:rsidRPr="00236431" w:rsidRDefault="00A03C49" w:rsidP="00A03C49">
      <w:pPr>
        <w:rPr>
          <w:rFonts w:cs="Arial"/>
          <w:lang w:val="en-US"/>
        </w:rPr>
      </w:pPr>
      <w:r w:rsidRPr="00236431">
        <w:rPr>
          <w:rFonts w:cs="Arial"/>
          <w:lang w:val="en-US"/>
        </w:rPr>
        <w:t xml:space="preserve">For SIEGENIA responsible, sustainable action also includes the realms of compliance and social commitment. The company </w:t>
      </w:r>
      <w:r w:rsidRPr="00236431">
        <w:rPr>
          <w:szCs w:val="20"/>
          <w:lang w:val="en-US"/>
        </w:rPr>
        <w:t xml:space="preserve">consistently makes sure to adhere to all statutory provisions, regulatory requirements and internal policies and for these purposes created a globally applicable code of conduct and supplemental compliance directives. </w:t>
      </w:r>
      <w:r w:rsidRPr="00236431">
        <w:rPr>
          <w:rFonts w:cs="Arial"/>
          <w:lang w:val="en-US"/>
        </w:rPr>
        <w:t xml:space="preserve">In this spirit, to thank its employees and the regions where the company is rooted for its success SIEGENIA is committed socially as well – for instance, in the form of family friendly activities, intensive </w:t>
      </w:r>
      <w:r w:rsidRPr="00236431">
        <w:rPr>
          <w:rFonts w:cs="Arial"/>
          <w:lang w:val="en-US"/>
        </w:rPr>
        <w:lastRenderedPageBreak/>
        <w:t xml:space="preserve">personnel development efforts or donations and campaigns for local, regional and transregional projects. </w:t>
      </w:r>
    </w:p>
    <w:p w14:paraId="06AF4651" w14:textId="77777777" w:rsidR="00A03C49" w:rsidRPr="00236431" w:rsidRDefault="00A03C49" w:rsidP="00A03C49">
      <w:pPr>
        <w:rPr>
          <w:lang w:val="en-US"/>
        </w:rPr>
      </w:pPr>
    </w:p>
    <w:p w14:paraId="0D294834" w14:textId="77777777" w:rsidR="00A03C49" w:rsidRDefault="00A03C49" w:rsidP="00A03C49">
      <w:pPr>
        <w:rPr>
          <w:lang w:val="en-US"/>
        </w:rPr>
      </w:pPr>
    </w:p>
    <w:p w14:paraId="77F84179" w14:textId="77777777" w:rsidR="00A53858" w:rsidRPr="00236431" w:rsidRDefault="00A53858" w:rsidP="00A03C49">
      <w:pPr>
        <w:rPr>
          <w:lang w:val="en-US"/>
        </w:rPr>
      </w:pPr>
    </w:p>
    <w:p w14:paraId="42C5DB25" w14:textId="77777777" w:rsidR="0050424D" w:rsidRPr="00BC3EB2" w:rsidRDefault="0050424D" w:rsidP="0050424D">
      <w:pPr>
        <w:pStyle w:val="berschrift2"/>
        <w:rPr>
          <w:lang w:val="en-US"/>
        </w:rPr>
      </w:pPr>
      <w:r w:rsidRPr="00BC3EB2">
        <w:rPr>
          <w:lang w:val="en-US"/>
        </w:rPr>
        <w:t>SERVICES</w:t>
      </w:r>
    </w:p>
    <w:p w14:paraId="3B74E36C" w14:textId="77777777" w:rsidR="0050424D" w:rsidRPr="00BC3EB2" w:rsidRDefault="0050424D" w:rsidP="0050424D">
      <w:pPr>
        <w:pStyle w:val="berschrift4"/>
        <w:rPr>
          <w:lang w:val="en-US"/>
        </w:rPr>
      </w:pPr>
      <w:proofErr w:type="gramStart"/>
      <w:r w:rsidRPr="00BC3EB2">
        <w:rPr>
          <w:lang w:val="en-US"/>
        </w:rPr>
        <w:t>Thinking</w:t>
      </w:r>
      <w:proofErr w:type="gramEnd"/>
      <w:r w:rsidRPr="00BC3EB2">
        <w:rPr>
          <w:lang w:val="en-US"/>
        </w:rPr>
        <w:t xml:space="preserve"> customer benefits ahead</w:t>
      </w:r>
    </w:p>
    <w:p w14:paraId="0E457CEE" w14:textId="77777777" w:rsidR="0050424D" w:rsidRPr="0050424D" w:rsidRDefault="0050424D" w:rsidP="0050424D">
      <w:pPr>
        <w:rPr>
          <w:lang w:val="en-US"/>
        </w:rPr>
      </w:pPr>
      <w:r w:rsidRPr="00BC3EB2">
        <w:rPr>
          <w:lang w:val="en-US"/>
        </w:rPr>
        <w:t xml:space="preserve">With </w:t>
      </w:r>
      <w:proofErr w:type="spellStart"/>
      <w:r w:rsidRPr="00BC3EB2">
        <w:rPr>
          <w:lang w:val="en-US"/>
        </w:rPr>
        <w:t>customised</w:t>
      </w:r>
      <w:proofErr w:type="spellEnd"/>
      <w:r w:rsidRPr="00BC3EB2">
        <w:rPr>
          <w:lang w:val="en-US"/>
        </w:rPr>
        <w:t xml:space="preserve"> services SIEGENIA is doing justice to its partners' requirements and creating added value for fabricators. At FENSTERBAU fabricators will be able to get information about the company's extensive range of services and to satisfy themselves </w:t>
      </w:r>
      <w:proofErr w:type="gramStart"/>
      <w:r w:rsidRPr="00BC3EB2">
        <w:rPr>
          <w:lang w:val="en-US"/>
        </w:rPr>
        <w:t>of</w:t>
      </w:r>
      <w:proofErr w:type="gramEnd"/>
      <w:r w:rsidRPr="00BC3EB2">
        <w:rPr>
          <w:lang w:val="en-US"/>
        </w:rPr>
        <w:t xml:space="preserve"> its qualities. </w:t>
      </w:r>
      <w:r w:rsidRPr="0050424D">
        <w:rPr>
          <w:lang w:val="en-US"/>
        </w:rPr>
        <w:t xml:space="preserve">With a self-explanatory user guide and a clear structure SIEGENIA's configurator, for example, makes the planning and ordering of window, </w:t>
      </w:r>
      <w:proofErr w:type="gramStart"/>
      <w:r w:rsidRPr="0050424D">
        <w:rPr>
          <w:lang w:val="en-US"/>
        </w:rPr>
        <w:t>door</w:t>
      </w:r>
      <w:proofErr w:type="gramEnd"/>
      <w:r w:rsidRPr="0050424D">
        <w:rPr>
          <w:lang w:val="en-US"/>
        </w:rPr>
        <w:t xml:space="preserve"> and sliding door systems very easy. In just four steps the clever online tool safely navigates through the planning process and ensures lean processes as a result. SIEGENIA's </w:t>
      </w:r>
      <w:proofErr w:type="spellStart"/>
      <w:r w:rsidRPr="0050424D">
        <w:rPr>
          <w:lang w:val="en-US"/>
        </w:rPr>
        <w:t>Onlineshop</w:t>
      </w:r>
      <w:proofErr w:type="spellEnd"/>
      <w:r w:rsidRPr="0050424D">
        <w:rPr>
          <w:lang w:val="en-US"/>
        </w:rPr>
        <w:t xml:space="preserve"> is representative of an easy and convenient ordering system too. From spare parts for hardware to </w:t>
      </w:r>
      <w:proofErr w:type="spellStart"/>
      <w:r w:rsidRPr="0050424D">
        <w:rPr>
          <w:lang w:val="en-US"/>
        </w:rPr>
        <w:t>decentralised</w:t>
      </w:r>
      <w:proofErr w:type="spellEnd"/>
      <w:r w:rsidRPr="0050424D">
        <w:rPr>
          <w:lang w:val="en-US"/>
        </w:rPr>
        <w:t xml:space="preserve"> ventilation units to smart systems the company's partners will be able to purchase the SIEGENIA solutions there directly. Fabricators will be able to configure the COMFORT UNIT for the ECO PASS threshold or the DRIVE axxent LS there as well. The service package allows window producers to purchase all the components needed to process an order, all in a perfectly fitting single package. This provides window fitters with </w:t>
      </w:r>
      <w:proofErr w:type="spellStart"/>
      <w:r w:rsidRPr="0050424D">
        <w:rPr>
          <w:lang w:val="en-US"/>
        </w:rPr>
        <w:t>optimisations</w:t>
      </w:r>
      <w:proofErr w:type="spellEnd"/>
      <w:r w:rsidRPr="0050424D">
        <w:rPr>
          <w:lang w:val="en-US"/>
        </w:rPr>
        <w:t xml:space="preserve"> in work preparation and production processing. </w:t>
      </w:r>
    </w:p>
    <w:p w14:paraId="1AD67002" w14:textId="77777777" w:rsidR="0050424D" w:rsidRPr="0050424D" w:rsidRDefault="0050424D" w:rsidP="0050424D">
      <w:pPr>
        <w:rPr>
          <w:lang w:val="en-US"/>
        </w:rPr>
      </w:pPr>
    </w:p>
    <w:p w14:paraId="52BB6B74" w14:textId="1F562684" w:rsidR="0050424D" w:rsidRPr="0050424D" w:rsidRDefault="0050424D" w:rsidP="0050424D">
      <w:pPr>
        <w:rPr>
          <w:lang w:val="en-US"/>
        </w:rPr>
      </w:pPr>
      <w:r w:rsidRPr="0050424D">
        <w:rPr>
          <w:lang w:val="en-US"/>
        </w:rPr>
        <w:t xml:space="preserve">SIEGENIA world, a digital tool for experiencing 360° room comfort comprehensively, will also be a must-see at FENSTERBAU. In SIEGENIA world fabricators can experience the appearance, function, available variants and benefits of room comfort solutions virtually and explore a wide variety of three-dimensional rooms. </w:t>
      </w:r>
      <w:r w:rsidRPr="0050424D">
        <w:rPr>
          <w:rFonts w:cs="Arial"/>
          <w:szCs w:val="20"/>
          <w:lang w:val="en-US"/>
        </w:rPr>
        <w:t xml:space="preserve">The 3D </w:t>
      </w:r>
      <w:proofErr w:type="spellStart"/>
      <w:r w:rsidRPr="0050424D">
        <w:rPr>
          <w:rFonts w:cs="Arial"/>
          <w:szCs w:val="20"/>
          <w:lang w:val="en-US"/>
        </w:rPr>
        <w:t>visualisation</w:t>
      </w:r>
      <w:proofErr w:type="spellEnd"/>
      <w:r w:rsidRPr="0050424D">
        <w:rPr>
          <w:rFonts w:cs="Arial"/>
          <w:szCs w:val="20"/>
          <w:lang w:val="en-US"/>
        </w:rPr>
        <w:t xml:space="preserve"> of all product features provides a high level of clarity. SIEGENIA-AUBI </w:t>
      </w:r>
      <w:proofErr w:type="spellStart"/>
      <w:r w:rsidRPr="0050424D">
        <w:rPr>
          <w:rFonts w:cs="Arial"/>
          <w:szCs w:val="20"/>
          <w:lang w:val="en-US"/>
        </w:rPr>
        <w:t>Sicherheits</w:t>
      </w:r>
      <w:proofErr w:type="spellEnd"/>
      <w:r w:rsidRPr="0050424D">
        <w:rPr>
          <w:rFonts w:cs="Arial"/>
          <w:szCs w:val="20"/>
          <w:lang w:val="en-US"/>
        </w:rPr>
        <w:t>-Service GmbH will also be making present</w:t>
      </w:r>
      <w:r w:rsidR="00000E1D">
        <w:rPr>
          <w:rFonts w:cs="Arial"/>
          <w:szCs w:val="20"/>
          <w:lang w:val="en-US"/>
        </w:rPr>
        <w:t>at</w:t>
      </w:r>
      <w:r w:rsidRPr="0050424D">
        <w:rPr>
          <w:rFonts w:cs="Arial"/>
          <w:szCs w:val="20"/>
          <w:lang w:val="en-US"/>
        </w:rPr>
        <w:t xml:space="preserve">ions at the fair stand with products and services for break-in protection and window repair. The specialist's </w:t>
      </w:r>
      <w:proofErr w:type="gramStart"/>
      <w:r w:rsidRPr="0050424D">
        <w:rPr>
          <w:rFonts w:cs="Arial"/>
          <w:szCs w:val="20"/>
          <w:lang w:val="en-US"/>
        </w:rPr>
        <w:t>offering</w:t>
      </w:r>
      <w:proofErr w:type="gramEnd"/>
      <w:r w:rsidRPr="0050424D">
        <w:rPr>
          <w:rFonts w:cs="Arial"/>
          <w:szCs w:val="20"/>
          <w:lang w:val="en-US"/>
        </w:rPr>
        <w:t xml:space="preserve"> ranges from the universal TITAN Safety PLUS retrofit hardware to repair sets for the simple</w:t>
      </w:r>
      <w:r w:rsidRPr="0050424D">
        <w:rPr>
          <w:szCs w:val="20"/>
          <w:lang w:val="en-US"/>
        </w:rPr>
        <w:t xml:space="preserve">, </w:t>
      </w:r>
      <w:r w:rsidRPr="0050424D">
        <w:rPr>
          <w:rFonts w:cs="Arial"/>
          <w:szCs w:val="20"/>
          <w:lang w:val="en-US"/>
        </w:rPr>
        <w:t>cost-effective</w:t>
      </w:r>
      <w:r w:rsidRPr="0050424D">
        <w:rPr>
          <w:szCs w:val="20"/>
          <w:lang w:val="en-US"/>
        </w:rPr>
        <w:t xml:space="preserve"> </w:t>
      </w:r>
      <w:r w:rsidRPr="0050424D">
        <w:rPr>
          <w:rFonts w:cs="Arial"/>
          <w:szCs w:val="20"/>
          <w:lang w:val="en-US"/>
        </w:rPr>
        <w:t>maintenance</w:t>
      </w:r>
      <w:r w:rsidRPr="0050424D">
        <w:rPr>
          <w:szCs w:val="20"/>
          <w:lang w:val="en-US"/>
        </w:rPr>
        <w:t xml:space="preserve"> of standard windows to </w:t>
      </w:r>
      <w:r w:rsidRPr="0050424D">
        <w:rPr>
          <w:rFonts w:cs="Arial"/>
          <w:szCs w:val="20"/>
          <w:lang w:val="en-US"/>
        </w:rPr>
        <w:t>comprehensive</w:t>
      </w:r>
      <w:r w:rsidRPr="0050424D">
        <w:rPr>
          <w:szCs w:val="20"/>
          <w:lang w:val="en-US"/>
        </w:rPr>
        <w:t xml:space="preserve"> </w:t>
      </w:r>
      <w:r w:rsidRPr="0050424D">
        <w:rPr>
          <w:rFonts w:cs="Arial"/>
          <w:szCs w:val="20"/>
          <w:lang w:val="en-US"/>
        </w:rPr>
        <w:t>training arrangements</w:t>
      </w:r>
      <w:r w:rsidRPr="0050424D">
        <w:rPr>
          <w:szCs w:val="20"/>
          <w:lang w:val="en-US"/>
        </w:rPr>
        <w:t>.</w:t>
      </w:r>
    </w:p>
    <w:p w14:paraId="7B162DB5" w14:textId="77777777" w:rsidR="0050424D" w:rsidRPr="0050424D" w:rsidRDefault="0050424D" w:rsidP="0050424D">
      <w:pPr>
        <w:rPr>
          <w:lang w:val="en-US"/>
        </w:rPr>
      </w:pPr>
    </w:p>
    <w:p w14:paraId="1CE48087" w14:textId="77777777" w:rsidR="0050424D" w:rsidRPr="0050424D" w:rsidRDefault="0050424D" w:rsidP="0050424D">
      <w:pPr>
        <w:rPr>
          <w:lang w:val="en-US"/>
        </w:rPr>
      </w:pPr>
    </w:p>
    <w:p w14:paraId="03C39DE7" w14:textId="77777777" w:rsidR="00A03C49" w:rsidRPr="00236431" w:rsidRDefault="00A03C49" w:rsidP="00A03C49">
      <w:pPr>
        <w:rPr>
          <w:lang w:val="en-US"/>
        </w:rPr>
      </w:pPr>
    </w:p>
    <w:p w14:paraId="411761C0" w14:textId="77777777" w:rsidR="00A03C49" w:rsidRPr="001B45ED" w:rsidRDefault="00A03C49" w:rsidP="00C70B1D">
      <w:pPr>
        <w:rPr>
          <w:szCs w:val="20"/>
          <w:lang w:val="en-US"/>
        </w:rPr>
      </w:pPr>
    </w:p>
    <w:p w14:paraId="1EABD7D4" w14:textId="77777777" w:rsidR="005E1468" w:rsidRDefault="005E1468" w:rsidP="005A7C57">
      <w:pPr>
        <w:pStyle w:val="berschrift4"/>
      </w:pPr>
      <w:proofErr w:type="spellStart"/>
      <w:r>
        <w:lastRenderedPageBreak/>
        <w:t>Captions</w:t>
      </w:r>
      <w:proofErr w:type="spellEnd"/>
    </w:p>
    <w:p w14:paraId="41839849" w14:textId="77777777" w:rsidR="002A7F37" w:rsidRDefault="002A7F37" w:rsidP="002A7F37">
      <w:r>
        <w:t xml:space="preserve">Image </w:t>
      </w:r>
      <w:proofErr w:type="spellStart"/>
      <w:r>
        <w:t>database</w:t>
      </w:r>
      <w:proofErr w:type="spellEnd"/>
      <w:r>
        <w:t>: SIEGENIA</w:t>
      </w:r>
    </w:p>
    <w:p w14:paraId="7076122A" w14:textId="77777777" w:rsidR="002A7F37" w:rsidRPr="002A7F37" w:rsidRDefault="002A7F37" w:rsidP="002A7F37"/>
    <w:p w14:paraId="45E491F6" w14:textId="77777777" w:rsidR="00974C08" w:rsidRPr="00974C08" w:rsidRDefault="00974C08" w:rsidP="00974C08">
      <w:pPr>
        <w:rPr>
          <w:bCs/>
          <w:i/>
        </w:rPr>
      </w:pPr>
      <w:r w:rsidRPr="00974C08">
        <w:rPr>
          <w:bCs/>
          <w:i/>
        </w:rPr>
        <w:t xml:space="preserve">Image I: SIE_DRIVE_Zentralsteuerung.jpg </w:t>
      </w:r>
    </w:p>
    <w:p w14:paraId="6CC073B7" w14:textId="77777777" w:rsidR="00974C08" w:rsidRPr="00974C08" w:rsidRDefault="00974C08" w:rsidP="00974C08">
      <w:pPr>
        <w:rPr>
          <w:bCs/>
          <w:i/>
          <w:lang w:val="en-US"/>
        </w:rPr>
      </w:pPr>
      <w:r w:rsidRPr="00974C08">
        <w:rPr>
          <w:bCs/>
          <w:i/>
          <w:lang w:val="en-US"/>
        </w:rPr>
        <w:t xml:space="preserve">Refined from future scenario to real-world use: The central control from SIEGENIA enables the intelligent control and networking of smart solutions throughout the building shell via Matter </w:t>
      </w:r>
      <w:proofErr w:type="gramStart"/>
      <w:r w:rsidRPr="00974C08">
        <w:rPr>
          <w:bCs/>
          <w:i/>
          <w:lang w:val="en-US"/>
        </w:rPr>
        <w:t>and also</w:t>
      </w:r>
      <w:proofErr w:type="gramEnd"/>
      <w:r w:rsidRPr="00974C08">
        <w:rPr>
          <w:bCs/>
          <w:i/>
          <w:lang w:val="en-US"/>
        </w:rPr>
        <w:t xml:space="preserve"> by KNX.</w:t>
      </w:r>
    </w:p>
    <w:p w14:paraId="2E243329" w14:textId="77777777" w:rsidR="00974C08" w:rsidRPr="00974C08" w:rsidRDefault="00974C08" w:rsidP="00974C08">
      <w:pPr>
        <w:rPr>
          <w:bCs/>
          <w:i/>
          <w:lang w:val="en-US"/>
        </w:rPr>
      </w:pPr>
    </w:p>
    <w:p w14:paraId="3DCB7327" w14:textId="77777777" w:rsidR="00974C08" w:rsidRPr="00974C08" w:rsidRDefault="00974C08" w:rsidP="00974C08">
      <w:pPr>
        <w:rPr>
          <w:bCs/>
          <w:i/>
        </w:rPr>
      </w:pPr>
      <w:r w:rsidRPr="00974C08">
        <w:rPr>
          <w:bCs/>
          <w:i/>
        </w:rPr>
        <w:t xml:space="preserve">Image II: SIE_PORTAL_DRIVE axxent LS smart_Interieur_KF_Presse.jpg </w:t>
      </w:r>
    </w:p>
    <w:p w14:paraId="410D6F0B" w14:textId="77777777" w:rsidR="00974C08" w:rsidRPr="00974C08" w:rsidRDefault="00974C08" w:rsidP="00974C08">
      <w:pPr>
        <w:rPr>
          <w:bCs/>
          <w:i/>
          <w:lang w:val="en-US"/>
        </w:rPr>
      </w:pPr>
      <w:r w:rsidRPr="00974C08">
        <w:rPr>
          <w:bCs/>
          <w:i/>
          <w:lang w:val="en-US"/>
        </w:rPr>
        <w:t>The fully concealed DRIVE axxent LS drive from SIEGENIA for lift and slide elements boasts a powerful combination of style and functionality. For the first time in a Matter-enabled version, the drive is a must-see at FENSTERBAU.</w:t>
      </w:r>
    </w:p>
    <w:p w14:paraId="3B69C499" w14:textId="77777777" w:rsidR="00974C08" w:rsidRPr="00974C08" w:rsidRDefault="00974C08" w:rsidP="00974C08">
      <w:pPr>
        <w:rPr>
          <w:bCs/>
          <w:i/>
          <w:lang w:val="en-US"/>
        </w:rPr>
      </w:pPr>
    </w:p>
    <w:p w14:paraId="63A805FC" w14:textId="5BDB134E" w:rsidR="00974C08" w:rsidRPr="00974C08" w:rsidRDefault="00974C08" w:rsidP="00974C08">
      <w:pPr>
        <w:rPr>
          <w:bCs/>
          <w:i/>
        </w:rPr>
      </w:pPr>
      <w:r w:rsidRPr="00974C08">
        <w:rPr>
          <w:bCs/>
          <w:i/>
        </w:rPr>
        <w:t xml:space="preserve">Image III: SIE_PORTAL_GFK-Schwelle_SKY_Presse.jpg </w:t>
      </w:r>
    </w:p>
    <w:p w14:paraId="3FFA7DAC" w14:textId="77777777" w:rsidR="00974C08" w:rsidRPr="00974C08" w:rsidRDefault="00974C08" w:rsidP="00974C08">
      <w:pPr>
        <w:rPr>
          <w:bCs/>
          <w:i/>
          <w:lang w:val="en-US"/>
        </w:rPr>
      </w:pPr>
      <w:r w:rsidRPr="00974C08">
        <w:rPr>
          <w:bCs/>
          <w:i/>
          <w:lang w:val="en-US"/>
        </w:rPr>
        <w:t xml:space="preserve">Effective immediately, ECO PASS thresholds are also available in a version made of glass </w:t>
      </w:r>
      <w:proofErr w:type="spellStart"/>
      <w:r w:rsidRPr="00974C08">
        <w:rPr>
          <w:bCs/>
          <w:i/>
          <w:lang w:val="en-US"/>
        </w:rPr>
        <w:t>fibre</w:t>
      </w:r>
      <w:proofErr w:type="spellEnd"/>
      <w:r w:rsidRPr="00974C08">
        <w:rPr>
          <w:bCs/>
          <w:i/>
          <w:lang w:val="en-US"/>
        </w:rPr>
        <w:t xml:space="preserve"> reinforced PVC (GRP). This makes it possible for fabricators to adjust </w:t>
      </w:r>
      <w:proofErr w:type="gramStart"/>
      <w:r w:rsidRPr="00974C08">
        <w:rPr>
          <w:bCs/>
          <w:i/>
          <w:lang w:val="en-US"/>
        </w:rPr>
        <w:t>the access</w:t>
      </w:r>
      <w:proofErr w:type="gramEnd"/>
      <w:r w:rsidRPr="00974C08">
        <w:rPr>
          <w:bCs/>
          <w:i/>
          <w:lang w:val="en-US"/>
        </w:rPr>
        <w:t xml:space="preserve"> to the exterior to individual customer requirements even more versatilely.</w:t>
      </w:r>
    </w:p>
    <w:p w14:paraId="07B40342" w14:textId="77777777" w:rsidR="00974C08" w:rsidRPr="00974C08" w:rsidRDefault="00974C08" w:rsidP="00974C08">
      <w:pPr>
        <w:rPr>
          <w:bCs/>
          <w:i/>
          <w:lang w:val="en-US"/>
        </w:rPr>
      </w:pPr>
    </w:p>
    <w:p w14:paraId="1FEDB14D" w14:textId="7E807957" w:rsidR="00974C08" w:rsidRPr="00974C08" w:rsidRDefault="00974C08" w:rsidP="00974C08">
      <w:pPr>
        <w:rPr>
          <w:bCs/>
          <w:i/>
        </w:rPr>
      </w:pPr>
      <w:r w:rsidRPr="00974C08">
        <w:rPr>
          <w:bCs/>
          <w:i/>
        </w:rPr>
        <w:t xml:space="preserve">Image IV: </w:t>
      </w:r>
      <w:proofErr w:type="spellStart"/>
      <w:r w:rsidRPr="00974C08">
        <w:rPr>
          <w:bCs/>
          <w:i/>
        </w:rPr>
        <w:t>SIE_TITAN_Oeffnungsbegrenzer</w:t>
      </w:r>
      <w:proofErr w:type="spellEnd"/>
      <w:r w:rsidRPr="00974C08">
        <w:rPr>
          <w:bCs/>
          <w:i/>
        </w:rPr>
        <w:t xml:space="preserve"> 90 Grad_Detail_RGB.jpg </w:t>
      </w:r>
    </w:p>
    <w:p w14:paraId="7CB7A4E5" w14:textId="77777777" w:rsidR="00974C08" w:rsidRPr="00974C08" w:rsidRDefault="00974C08" w:rsidP="00974C08">
      <w:pPr>
        <w:rPr>
          <w:bCs/>
          <w:i/>
          <w:lang w:val="en-US"/>
        </w:rPr>
      </w:pPr>
      <w:r w:rsidRPr="00974C08">
        <w:rPr>
          <w:bCs/>
          <w:i/>
          <w:lang w:val="en-US"/>
        </w:rPr>
        <w:t>The new TITAN opening restrictor 90° limits the opening width when turn-opening to 90° and prevents the sash from striking the embrasure or the fitments as a result. This protects the sash and the hinge side.</w:t>
      </w:r>
    </w:p>
    <w:p w14:paraId="2C3DE1CC" w14:textId="77777777" w:rsidR="00974C08" w:rsidRPr="00974C08" w:rsidRDefault="00974C08" w:rsidP="00974C08">
      <w:pPr>
        <w:rPr>
          <w:bCs/>
          <w:i/>
          <w:lang w:val="en-US"/>
        </w:rPr>
      </w:pPr>
      <w:r w:rsidRPr="00974C08">
        <w:rPr>
          <w:bCs/>
          <w:i/>
          <w:lang w:val="en-US"/>
        </w:rPr>
        <w:t xml:space="preserve"> </w:t>
      </w:r>
    </w:p>
    <w:p w14:paraId="5D0C2BA5" w14:textId="461944AE" w:rsidR="00974C08" w:rsidRPr="00F8157C" w:rsidRDefault="00974C08" w:rsidP="00974C08">
      <w:pPr>
        <w:rPr>
          <w:bCs/>
          <w:i/>
        </w:rPr>
      </w:pPr>
      <w:r w:rsidRPr="00F8157C">
        <w:rPr>
          <w:bCs/>
          <w:i/>
        </w:rPr>
        <w:t xml:space="preserve">Image V: </w:t>
      </w:r>
      <w:proofErr w:type="spellStart"/>
      <w:r w:rsidRPr="00F8157C">
        <w:rPr>
          <w:bCs/>
          <w:i/>
        </w:rPr>
        <w:t>SIE_TITAN_Oeffnungsbegrenzer</w:t>
      </w:r>
      <w:proofErr w:type="spellEnd"/>
      <w:r w:rsidRPr="00F8157C">
        <w:rPr>
          <w:bCs/>
          <w:i/>
        </w:rPr>
        <w:t xml:space="preserve"> 90 Grad_Interieur_RGB.jpg </w:t>
      </w:r>
    </w:p>
    <w:p w14:paraId="36F33F4B" w14:textId="77777777" w:rsidR="00974C08" w:rsidRPr="00974C08" w:rsidRDefault="00974C08" w:rsidP="00974C08">
      <w:pPr>
        <w:rPr>
          <w:bCs/>
          <w:i/>
          <w:lang w:val="en-US"/>
        </w:rPr>
      </w:pPr>
      <w:r w:rsidRPr="00974C08">
        <w:rPr>
          <w:bCs/>
          <w:i/>
          <w:lang w:val="en-US"/>
        </w:rPr>
        <w:t xml:space="preserve">The successful testing of the TITAN opening restrictor 90° according to DOEB Directive is a truly unique selling point. The reliable end position damping for </w:t>
      </w:r>
      <w:proofErr w:type="gramStart"/>
      <w:r w:rsidRPr="00974C08">
        <w:rPr>
          <w:bCs/>
          <w:i/>
          <w:lang w:val="en-US"/>
        </w:rPr>
        <w:t>braking</w:t>
      </w:r>
      <w:proofErr w:type="gramEnd"/>
      <w:r w:rsidRPr="00974C08">
        <w:rPr>
          <w:bCs/>
          <w:i/>
          <w:lang w:val="en-US"/>
        </w:rPr>
        <w:t xml:space="preserve"> the sash before reaching the 90° position ensures room comfort.</w:t>
      </w:r>
    </w:p>
    <w:p w14:paraId="2CCFFEBB" w14:textId="77777777" w:rsidR="00974C08" w:rsidRPr="00974C08" w:rsidRDefault="00974C08" w:rsidP="00974C08">
      <w:pPr>
        <w:rPr>
          <w:bCs/>
          <w:i/>
          <w:lang w:val="en-US"/>
        </w:rPr>
      </w:pPr>
    </w:p>
    <w:p w14:paraId="426C27A5" w14:textId="76BF3E8D" w:rsidR="00974C08" w:rsidRPr="00974C08" w:rsidRDefault="00974C08" w:rsidP="00974C08">
      <w:pPr>
        <w:rPr>
          <w:bCs/>
          <w:i/>
        </w:rPr>
      </w:pPr>
      <w:r w:rsidRPr="00974C08">
        <w:rPr>
          <w:bCs/>
          <w:i/>
        </w:rPr>
        <w:t xml:space="preserve">Image VI: SIE_TITAN_TITAN axxent 180 </w:t>
      </w:r>
      <w:proofErr w:type="spellStart"/>
      <w:r w:rsidRPr="00974C08">
        <w:rPr>
          <w:bCs/>
          <w:i/>
        </w:rPr>
        <w:t>Grad_Terrassentür</w:t>
      </w:r>
      <w:proofErr w:type="spellEnd"/>
      <w:r w:rsidRPr="00974C08">
        <w:rPr>
          <w:bCs/>
          <w:i/>
        </w:rPr>
        <w:t xml:space="preserve"> geöffnet.jpg </w:t>
      </w:r>
    </w:p>
    <w:p w14:paraId="4A39CB5E" w14:textId="77777777" w:rsidR="00974C08" w:rsidRPr="00974C08" w:rsidRDefault="00974C08" w:rsidP="00974C08">
      <w:pPr>
        <w:rPr>
          <w:bCs/>
          <w:i/>
          <w:lang w:val="en-US"/>
        </w:rPr>
      </w:pPr>
      <w:r w:rsidRPr="00974C08">
        <w:rPr>
          <w:bCs/>
          <w:i/>
          <w:lang w:val="en-US"/>
        </w:rPr>
        <w:t>With a maximum opening width of 180° at sash weights of up to 80 kg the new TITAN axxent 180° concealed hinge side saves valuable space in the interior and impresses thanks to its concealed technology.</w:t>
      </w:r>
    </w:p>
    <w:p w14:paraId="263BBA9A" w14:textId="77777777" w:rsidR="00974C08" w:rsidRDefault="00974C08" w:rsidP="00974C08">
      <w:pPr>
        <w:rPr>
          <w:bCs/>
          <w:i/>
          <w:lang w:val="en-US"/>
        </w:rPr>
      </w:pPr>
    </w:p>
    <w:p w14:paraId="7447C9C0" w14:textId="77777777" w:rsidR="00F8157C" w:rsidRDefault="00F8157C" w:rsidP="00974C08">
      <w:pPr>
        <w:rPr>
          <w:bCs/>
          <w:i/>
          <w:lang w:val="en-US"/>
        </w:rPr>
      </w:pPr>
    </w:p>
    <w:p w14:paraId="15EF854B" w14:textId="77777777" w:rsidR="00F8157C" w:rsidRPr="00974C08" w:rsidRDefault="00F8157C" w:rsidP="00974C08">
      <w:pPr>
        <w:rPr>
          <w:bCs/>
          <w:i/>
          <w:lang w:val="en-US"/>
        </w:rPr>
      </w:pPr>
    </w:p>
    <w:p w14:paraId="5C727D89" w14:textId="17AA32CD" w:rsidR="00974C08" w:rsidRPr="00974C08" w:rsidRDefault="00974C08" w:rsidP="00974C08">
      <w:pPr>
        <w:rPr>
          <w:bCs/>
          <w:i/>
        </w:rPr>
      </w:pPr>
      <w:r w:rsidRPr="00974C08">
        <w:rPr>
          <w:bCs/>
          <w:i/>
        </w:rPr>
        <w:lastRenderedPageBreak/>
        <w:t xml:space="preserve">Image VII: </w:t>
      </w:r>
      <w:proofErr w:type="spellStart"/>
      <w:r w:rsidRPr="00974C08">
        <w:rPr>
          <w:bCs/>
          <w:i/>
        </w:rPr>
        <w:t>SIE_TITAN_Bandseite</w:t>
      </w:r>
      <w:proofErr w:type="spellEnd"/>
      <w:r w:rsidRPr="00974C08">
        <w:rPr>
          <w:bCs/>
          <w:i/>
        </w:rPr>
        <w:t xml:space="preserve"> TITAN Holz_Keyvisual_Interieur.jpg </w:t>
      </w:r>
    </w:p>
    <w:p w14:paraId="2F46D793" w14:textId="77777777" w:rsidR="00974C08" w:rsidRPr="00974C08" w:rsidRDefault="00974C08" w:rsidP="00974C08">
      <w:pPr>
        <w:rPr>
          <w:bCs/>
          <w:i/>
          <w:lang w:val="en-US"/>
        </w:rPr>
      </w:pPr>
      <w:r w:rsidRPr="00974C08">
        <w:rPr>
          <w:bCs/>
          <w:i/>
          <w:lang w:val="en-US"/>
        </w:rPr>
        <w:t xml:space="preserve">The TITAN timber hinge side reliably supports sash weights up to 150 kg. The successful testing in the durability class H3 (DIN EN 13126-8) verifies an extremely long service life with 20 000 cycles. </w:t>
      </w:r>
    </w:p>
    <w:p w14:paraId="4BC8DDF8" w14:textId="77777777" w:rsidR="00974C08" w:rsidRPr="00974C08" w:rsidRDefault="00974C08" w:rsidP="00974C08">
      <w:pPr>
        <w:rPr>
          <w:bCs/>
          <w:i/>
          <w:lang w:val="en-US"/>
        </w:rPr>
      </w:pPr>
    </w:p>
    <w:p w14:paraId="73F85C71" w14:textId="137B1AA0" w:rsidR="00974C08" w:rsidRPr="00974C08" w:rsidRDefault="00974C08" w:rsidP="00974C08">
      <w:pPr>
        <w:rPr>
          <w:bCs/>
          <w:i/>
        </w:rPr>
      </w:pPr>
      <w:r w:rsidRPr="00974C08">
        <w:rPr>
          <w:bCs/>
          <w:i/>
        </w:rPr>
        <w:t>Image VIII: SIE_</w:t>
      </w:r>
      <w:r w:rsidRPr="00974C08">
        <w:t xml:space="preserve"> </w:t>
      </w:r>
      <w:proofErr w:type="spellStart"/>
      <w:r w:rsidRPr="00974C08">
        <w:rPr>
          <w:bCs/>
          <w:i/>
        </w:rPr>
        <w:t>DRIVE_Smarter</w:t>
      </w:r>
      <w:proofErr w:type="spellEnd"/>
      <w:r w:rsidRPr="00974C08">
        <w:rPr>
          <w:bCs/>
          <w:i/>
        </w:rPr>
        <w:t xml:space="preserve"> Fenstergriff_KF-Fenster_weiß_Presse.jpg</w:t>
      </w:r>
    </w:p>
    <w:p w14:paraId="19FF43BA" w14:textId="77777777" w:rsidR="00974C08" w:rsidRPr="00974C08" w:rsidRDefault="00974C08" w:rsidP="00974C08">
      <w:pPr>
        <w:rPr>
          <w:bCs/>
          <w:i/>
          <w:lang w:val="en-US"/>
        </w:rPr>
      </w:pPr>
      <w:r w:rsidRPr="00974C08">
        <w:rPr>
          <w:bCs/>
          <w:i/>
          <w:lang w:val="en-US"/>
        </w:rPr>
        <w:t>The smart window handle from SIEGENIA facilitates integration into smart home systems via the Matter standard. Now available in the 2nd generation, it stands out thanks to stable wireless connections and a precise opening monitoring system.</w:t>
      </w:r>
    </w:p>
    <w:p w14:paraId="70D606F7" w14:textId="77777777" w:rsidR="00974C08" w:rsidRPr="00974C08" w:rsidRDefault="00974C08" w:rsidP="00974C08">
      <w:pPr>
        <w:rPr>
          <w:bCs/>
          <w:i/>
          <w:lang w:val="en-US"/>
        </w:rPr>
      </w:pPr>
    </w:p>
    <w:p w14:paraId="5DD62E1C" w14:textId="0C9D699C" w:rsidR="00974C08" w:rsidRPr="00974C08" w:rsidRDefault="00974C08" w:rsidP="00974C08">
      <w:pPr>
        <w:rPr>
          <w:bCs/>
          <w:i/>
        </w:rPr>
      </w:pPr>
      <w:r w:rsidRPr="00974C08">
        <w:rPr>
          <w:bCs/>
          <w:i/>
        </w:rPr>
        <w:t xml:space="preserve">Image IX: </w:t>
      </w:r>
      <w:proofErr w:type="spellStart"/>
      <w:r w:rsidRPr="00974C08">
        <w:rPr>
          <w:bCs/>
          <w:i/>
        </w:rPr>
        <w:t>SIE_DRIVE_smarter</w:t>
      </w:r>
      <w:proofErr w:type="spellEnd"/>
      <w:r w:rsidRPr="00974C08">
        <w:rPr>
          <w:bCs/>
          <w:i/>
        </w:rPr>
        <w:t xml:space="preserve"> </w:t>
      </w:r>
      <w:proofErr w:type="spellStart"/>
      <w:r w:rsidRPr="00974C08">
        <w:rPr>
          <w:bCs/>
          <w:i/>
        </w:rPr>
        <w:t>Sensor_Detail</w:t>
      </w:r>
      <w:proofErr w:type="spellEnd"/>
      <w:r w:rsidRPr="00974C08">
        <w:rPr>
          <w:bCs/>
          <w:i/>
        </w:rPr>
        <w:t xml:space="preserve"> verdeckter Einbau_Presse_groß.jpg </w:t>
      </w:r>
    </w:p>
    <w:p w14:paraId="7CB3D617" w14:textId="77777777" w:rsidR="00974C08" w:rsidRPr="00974C08" w:rsidRDefault="00974C08" w:rsidP="00974C08">
      <w:pPr>
        <w:rPr>
          <w:bCs/>
          <w:i/>
          <w:lang w:val="en-US"/>
        </w:rPr>
      </w:pPr>
      <w:r w:rsidRPr="00974C08">
        <w:rPr>
          <w:bCs/>
          <w:i/>
          <w:lang w:val="en-US"/>
        </w:rPr>
        <w:t xml:space="preserve">The smart sensor from SIEGENIA enables the reliable status monitoring of windows, patio doors and large-sized panels. The Matter-enabled sensor is compatible with popular smart home systems and can be integrated into intelligent scenarios. </w:t>
      </w:r>
    </w:p>
    <w:p w14:paraId="1A291C1B" w14:textId="77777777" w:rsidR="00974C08" w:rsidRPr="00974C08" w:rsidRDefault="00974C08" w:rsidP="00974C08">
      <w:pPr>
        <w:rPr>
          <w:bCs/>
          <w:i/>
          <w:lang w:val="en-US"/>
        </w:rPr>
      </w:pPr>
    </w:p>
    <w:p w14:paraId="468FC55D" w14:textId="23284A03" w:rsidR="008336F4" w:rsidRPr="008336F4" w:rsidRDefault="00974C08" w:rsidP="008336F4">
      <w:pPr>
        <w:rPr>
          <w:bCs/>
          <w:i/>
        </w:rPr>
      </w:pPr>
      <w:r w:rsidRPr="00974C08">
        <w:rPr>
          <w:bCs/>
          <w:i/>
        </w:rPr>
        <w:t xml:space="preserve">Image X: </w:t>
      </w:r>
      <w:r w:rsidR="008336F4" w:rsidRPr="008336F4">
        <w:rPr>
          <w:bCs/>
          <w:i/>
          <w:iCs/>
        </w:rPr>
        <w:t>SIE_ALU_</w:t>
      </w:r>
      <w:r w:rsidR="008336F4" w:rsidRPr="008336F4">
        <w:rPr>
          <w:bCs/>
          <w:i/>
        </w:rPr>
        <w:t xml:space="preserve"> </w:t>
      </w:r>
      <w:r w:rsidR="008336F4" w:rsidRPr="008336F4">
        <w:rPr>
          <w:bCs/>
          <w:i/>
          <w:iCs/>
        </w:rPr>
        <w:t xml:space="preserve">ALU XT_Koppelelement_RoPiBo.jpg </w:t>
      </w:r>
    </w:p>
    <w:p w14:paraId="14934C51" w14:textId="77777777" w:rsidR="008336F4" w:rsidRPr="008336F4" w:rsidRDefault="008336F4" w:rsidP="008336F4">
      <w:pPr>
        <w:rPr>
          <w:bCs/>
          <w:i/>
          <w:lang w:val="en-GB"/>
        </w:rPr>
      </w:pPr>
      <w:r w:rsidRPr="008336F4">
        <w:rPr>
          <w:bCs/>
          <w:i/>
          <w:lang w:val="en-US"/>
        </w:rPr>
        <w:t xml:space="preserve">Completely new: The ALU XT by SIEGENIA sets new standards and significantly reduces setup times in production. </w:t>
      </w:r>
      <w:r w:rsidRPr="008336F4">
        <w:rPr>
          <w:bCs/>
          <w:i/>
          <w:lang w:val="en-GB"/>
        </w:rPr>
        <w:t xml:space="preserve">Its great strengths include pioneering push rod technology and innovative coupling points. </w:t>
      </w:r>
    </w:p>
    <w:p w14:paraId="71E3767F" w14:textId="77777777" w:rsidR="008336F4" w:rsidRPr="008336F4" w:rsidRDefault="008336F4" w:rsidP="008336F4">
      <w:pPr>
        <w:rPr>
          <w:bCs/>
          <w:i/>
          <w:lang w:val="en-GB"/>
        </w:rPr>
      </w:pPr>
    </w:p>
    <w:p w14:paraId="3E45D362" w14:textId="00B7C6B2" w:rsidR="008336F4" w:rsidRPr="008336F4" w:rsidRDefault="008336F4" w:rsidP="008336F4">
      <w:pPr>
        <w:rPr>
          <w:bCs/>
          <w:i/>
          <w:iCs/>
        </w:rPr>
      </w:pPr>
      <w:r>
        <w:rPr>
          <w:bCs/>
          <w:i/>
          <w:iCs/>
        </w:rPr>
        <w:t>Image</w:t>
      </w:r>
      <w:r w:rsidRPr="008336F4">
        <w:rPr>
          <w:bCs/>
          <w:i/>
          <w:iCs/>
        </w:rPr>
        <w:t xml:space="preserve"> XI: SIE_ALU_</w:t>
      </w:r>
      <w:r w:rsidRPr="008336F4">
        <w:rPr>
          <w:bCs/>
          <w:i/>
        </w:rPr>
        <w:t xml:space="preserve"> </w:t>
      </w:r>
      <w:r w:rsidRPr="008336F4">
        <w:rPr>
          <w:bCs/>
          <w:i/>
          <w:iCs/>
        </w:rPr>
        <w:t xml:space="preserve">ALU XT_Schere.jpg </w:t>
      </w:r>
    </w:p>
    <w:p w14:paraId="35A513BE" w14:textId="7BCE11EC" w:rsidR="00974C08" w:rsidRPr="008336F4" w:rsidRDefault="008336F4" w:rsidP="00974C08">
      <w:pPr>
        <w:rPr>
          <w:bCs/>
          <w:i/>
          <w:lang w:val="en-US"/>
        </w:rPr>
      </w:pPr>
      <w:r w:rsidRPr="008336F4">
        <w:rPr>
          <w:bCs/>
          <w:i/>
          <w:lang w:val="en-US"/>
        </w:rPr>
        <w:t xml:space="preserve">The installation of the ALU XT is made efficient by self-positioning, </w:t>
      </w:r>
      <w:proofErr w:type="spellStart"/>
      <w:r w:rsidRPr="008336F4">
        <w:rPr>
          <w:bCs/>
          <w:i/>
          <w:lang w:val="en-US"/>
        </w:rPr>
        <w:t>swivelling</w:t>
      </w:r>
      <w:proofErr w:type="spellEnd"/>
      <w:r w:rsidRPr="008336F4">
        <w:rPr>
          <w:bCs/>
          <w:i/>
          <w:lang w:val="en-US"/>
        </w:rPr>
        <w:t xml:space="preserve"> hardware components with simple locking and a flexible installation sequence. </w:t>
      </w:r>
    </w:p>
    <w:p w14:paraId="18F332D2" w14:textId="77777777" w:rsidR="00974C08" w:rsidRPr="008336F4" w:rsidRDefault="00974C08" w:rsidP="00974C08">
      <w:pPr>
        <w:rPr>
          <w:bCs/>
          <w:i/>
          <w:lang w:val="en-US"/>
        </w:rPr>
      </w:pPr>
    </w:p>
    <w:p w14:paraId="44F1711D" w14:textId="596202DB" w:rsidR="00974C08" w:rsidRPr="00974C08" w:rsidRDefault="00974C08" w:rsidP="00974C08">
      <w:pPr>
        <w:rPr>
          <w:bCs/>
          <w:i/>
        </w:rPr>
      </w:pPr>
      <w:r w:rsidRPr="00974C08">
        <w:rPr>
          <w:bCs/>
          <w:i/>
        </w:rPr>
        <w:t xml:space="preserve">Image </w:t>
      </w:r>
      <w:r w:rsidR="008336F4">
        <w:rPr>
          <w:bCs/>
          <w:i/>
        </w:rPr>
        <w:t>XI</w:t>
      </w:r>
      <w:r w:rsidRPr="00974C08">
        <w:rPr>
          <w:bCs/>
          <w:i/>
        </w:rPr>
        <w:t xml:space="preserve">I: SIE_KFV_Sensor-Türgriff_Innenseite_Presse.jpg </w:t>
      </w:r>
    </w:p>
    <w:p w14:paraId="7D8D42AB" w14:textId="77777777" w:rsidR="00974C08" w:rsidRPr="00974C08" w:rsidRDefault="00974C08" w:rsidP="00974C08">
      <w:pPr>
        <w:rPr>
          <w:bCs/>
          <w:i/>
          <w:lang w:val="en-US"/>
        </w:rPr>
      </w:pPr>
      <w:r w:rsidRPr="00974C08">
        <w:rPr>
          <w:bCs/>
          <w:i/>
          <w:lang w:val="en-US"/>
        </w:rPr>
        <w:t>As an innovative operating concept for the front door of the future the sensor door handle makes opening doors on the inside of the building more intuitive, more convenient and quicker than ever. Its elegant sliding grip has a high visual value.</w:t>
      </w:r>
    </w:p>
    <w:p w14:paraId="2F4391DC" w14:textId="77777777" w:rsidR="00974C08" w:rsidRPr="00974C08" w:rsidRDefault="00974C08" w:rsidP="00974C08">
      <w:pPr>
        <w:rPr>
          <w:bCs/>
          <w:i/>
          <w:lang w:val="en-US"/>
        </w:rPr>
      </w:pPr>
    </w:p>
    <w:p w14:paraId="4E3F6296" w14:textId="5D0837B1" w:rsidR="00974C08" w:rsidRPr="008336F4" w:rsidRDefault="00974C08" w:rsidP="00974C08">
      <w:pPr>
        <w:rPr>
          <w:bCs/>
          <w:i/>
        </w:rPr>
      </w:pPr>
      <w:r w:rsidRPr="008336F4">
        <w:rPr>
          <w:bCs/>
          <w:i/>
        </w:rPr>
        <w:t xml:space="preserve">Image </w:t>
      </w:r>
      <w:r w:rsidR="008336F4" w:rsidRPr="008336F4">
        <w:rPr>
          <w:bCs/>
          <w:i/>
        </w:rPr>
        <w:t>XI</w:t>
      </w:r>
      <w:r w:rsidR="008336F4">
        <w:rPr>
          <w:bCs/>
          <w:i/>
        </w:rPr>
        <w:t>II</w:t>
      </w:r>
      <w:r w:rsidRPr="008336F4">
        <w:rPr>
          <w:bCs/>
          <w:i/>
        </w:rPr>
        <w:t xml:space="preserve">: </w:t>
      </w:r>
      <w:proofErr w:type="spellStart"/>
      <w:r w:rsidRPr="008336F4">
        <w:rPr>
          <w:bCs/>
          <w:i/>
        </w:rPr>
        <w:t>SIE_KFV_Türband</w:t>
      </w:r>
      <w:proofErr w:type="spellEnd"/>
      <w:r w:rsidRPr="008336F4">
        <w:rPr>
          <w:bCs/>
          <w:i/>
        </w:rPr>
        <w:t xml:space="preserve"> axxent 750 ALU_Schwarz_Detail_Einbau_Presse.jpg </w:t>
      </w:r>
    </w:p>
    <w:p w14:paraId="70B60123" w14:textId="77777777" w:rsidR="00974C08" w:rsidRPr="00974C08" w:rsidRDefault="00974C08" w:rsidP="00974C08">
      <w:pPr>
        <w:rPr>
          <w:bCs/>
          <w:i/>
          <w:lang w:val="en-US"/>
        </w:rPr>
      </w:pPr>
      <w:r w:rsidRPr="00974C08">
        <w:rPr>
          <w:bCs/>
          <w:i/>
          <w:lang w:val="en-US"/>
        </w:rPr>
        <w:t xml:space="preserve">The axxent 750 ALU concealed door hinge for aluminium front doors combines an elegant design, also in on-trend black, with noticeable extra benefits. With its high load capacity of up to 140 </w:t>
      </w:r>
      <w:proofErr w:type="gramStart"/>
      <w:r w:rsidRPr="00974C08">
        <w:rPr>
          <w:bCs/>
          <w:i/>
          <w:lang w:val="en-US"/>
        </w:rPr>
        <w:t>kg</w:t>
      </w:r>
      <w:proofErr w:type="gramEnd"/>
      <w:r w:rsidRPr="00974C08">
        <w:rPr>
          <w:bCs/>
          <w:i/>
          <w:lang w:val="en-US"/>
        </w:rPr>
        <w:t xml:space="preserve"> it creates </w:t>
      </w:r>
      <w:proofErr w:type="gramStart"/>
      <w:r w:rsidRPr="00974C08">
        <w:rPr>
          <w:bCs/>
          <w:i/>
          <w:lang w:val="en-US"/>
        </w:rPr>
        <w:t>the ideal</w:t>
      </w:r>
      <w:proofErr w:type="gramEnd"/>
      <w:r w:rsidRPr="00974C08">
        <w:rPr>
          <w:bCs/>
          <w:i/>
          <w:lang w:val="en-US"/>
        </w:rPr>
        <w:t xml:space="preserve"> conditions for energy efficiency. </w:t>
      </w:r>
    </w:p>
    <w:p w14:paraId="11568418" w14:textId="77777777" w:rsidR="00974C08" w:rsidRDefault="00974C08" w:rsidP="00974C08">
      <w:pPr>
        <w:rPr>
          <w:bCs/>
          <w:i/>
          <w:lang w:val="en-US"/>
        </w:rPr>
      </w:pPr>
    </w:p>
    <w:p w14:paraId="3C086C79" w14:textId="77777777" w:rsidR="00090921" w:rsidRDefault="00090921" w:rsidP="00974C08">
      <w:pPr>
        <w:rPr>
          <w:bCs/>
          <w:i/>
          <w:lang w:val="en-US"/>
        </w:rPr>
      </w:pPr>
    </w:p>
    <w:p w14:paraId="53A92DBD" w14:textId="77777777" w:rsidR="00090921" w:rsidRPr="00974C08" w:rsidRDefault="00090921" w:rsidP="00974C08">
      <w:pPr>
        <w:rPr>
          <w:bCs/>
          <w:i/>
          <w:lang w:val="en-US"/>
        </w:rPr>
      </w:pPr>
    </w:p>
    <w:p w14:paraId="3F16413E" w14:textId="3536065C" w:rsidR="00974C08" w:rsidRPr="00974C08" w:rsidRDefault="00974C08" w:rsidP="00974C08">
      <w:pPr>
        <w:rPr>
          <w:bCs/>
          <w:i/>
        </w:rPr>
      </w:pPr>
      <w:r w:rsidRPr="00974C08">
        <w:rPr>
          <w:bCs/>
          <w:i/>
        </w:rPr>
        <w:lastRenderedPageBreak/>
        <w:t xml:space="preserve">Image </w:t>
      </w:r>
      <w:r w:rsidR="008336F4">
        <w:rPr>
          <w:bCs/>
          <w:i/>
        </w:rPr>
        <w:t>X</w:t>
      </w:r>
      <w:r w:rsidRPr="00974C08">
        <w:rPr>
          <w:bCs/>
          <w:i/>
        </w:rPr>
        <w:t xml:space="preserve">IV: SIE_AERO_AEROMAT VT_Buero_Einbau_Laibung.jpg </w:t>
      </w:r>
    </w:p>
    <w:p w14:paraId="53D1CE06" w14:textId="77777777" w:rsidR="00974C08" w:rsidRPr="00974C08" w:rsidRDefault="00974C08" w:rsidP="00974C08">
      <w:pPr>
        <w:rPr>
          <w:bCs/>
          <w:i/>
          <w:lang w:val="en-US"/>
        </w:rPr>
      </w:pPr>
      <w:r w:rsidRPr="00974C08">
        <w:rPr>
          <w:bCs/>
          <w:i/>
          <w:lang w:val="en-US"/>
        </w:rPr>
        <w:t xml:space="preserve">The AEROMAT VT combines </w:t>
      </w:r>
      <w:proofErr w:type="gramStart"/>
      <w:r w:rsidRPr="00974C08">
        <w:rPr>
          <w:bCs/>
          <w:i/>
          <w:lang w:val="en-US"/>
        </w:rPr>
        <w:t>a powerful</w:t>
      </w:r>
      <w:proofErr w:type="gramEnd"/>
      <w:r w:rsidRPr="00974C08">
        <w:rPr>
          <w:bCs/>
          <w:i/>
          <w:lang w:val="en-US"/>
        </w:rPr>
        <w:t xml:space="preserve"> sound absorption with a high air throughput and energy efficiency: Both the AEROMAT VT WRG and the AEROMAT VT WRG plus have a heat recovery of more than 90%.</w:t>
      </w:r>
    </w:p>
    <w:p w14:paraId="32D9A89A" w14:textId="77777777" w:rsidR="00974C08" w:rsidRPr="00974C08" w:rsidRDefault="00974C08" w:rsidP="00974C08">
      <w:pPr>
        <w:rPr>
          <w:bCs/>
          <w:i/>
          <w:lang w:val="en-US"/>
        </w:rPr>
      </w:pPr>
    </w:p>
    <w:p w14:paraId="6325EF6A" w14:textId="0A4D9A58" w:rsidR="00974C08" w:rsidRPr="00974C08" w:rsidRDefault="00974C08" w:rsidP="00974C08">
      <w:pPr>
        <w:rPr>
          <w:bCs/>
          <w:i/>
        </w:rPr>
      </w:pPr>
      <w:r w:rsidRPr="00974C08">
        <w:rPr>
          <w:bCs/>
          <w:i/>
        </w:rPr>
        <w:t xml:space="preserve">Image </w:t>
      </w:r>
      <w:r w:rsidR="008336F4">
        <w:rPr>
          <w:bCs/>
          <w:i/>
        </w:rPr>
        <w:t>X</w:t>
      </w:r>
      <w:r w:rsidRPr="00974C08">
        <w:rPr>
          <w:bCs/>
          <w:i/>
        </w:rPr>
        <w:t xml:space="preserve">V: SIE_AERO_Wandluefter_AEROPLUS_WRG_Neubau.jpg </w:t>
      </w:r>
    </w:p>
    <w:p w14:paraId="415E9CAF" w14:textId="77777777" w:rsidR="00974C08" w:rsidRPr="00974C08" w:rsidRDefault="00974C08" w:rsidP="00974C08">
      <w:pPr>
        <w:rPr>
          <w:bCs/>
          <w:i/>
          <w:lang w:val="en-US"/>
        </w:rPr>
      </w:pPr>
      <w:r w:rsidRPr="00974C08">
        <w:rPr>
          <w:bCs/>
          <w:i/>
          <w:lang w:val="en-US"/>
        </w:rPr>
        <w:t xml:space="preserve">The AEROPLUS WRG wall-mounted ventilator combines a variety of performance features that make it one of a kind. A real plus is its high degree of energy efficiency: With a heat recovery of up to 93% the compact ventilator is even </w:t>
      </w:r>
      <w:proofErr w:type="spellStart"/>
      <w:r w:rsidRPr="00974C08">
        <w:rPr>
          <w:bCs/>
          <w:i/>
          <w:lang w:val="en-US"/>
        </w:rPr>
        <w:t>subsidisable</w:t>
      </w:r>
      <w:proofErr w:type="spellEnd"/>
      <w:r w:rsidRPr="00974C08">
        <w:rPr>
          <w:bCs/>
          <w:i/>
          <w:lang w:val="en-US"/>
        </w:rPr>
        <w:t>.</w:t>
      </w:r>
    </w:p>
    <w:p w14:paraId="65ADC3FB" w14:textId="77777777" w:rsidR="00974C08" w:rsidRPr="00974C08" w:rsidRDefault="00974C08" w:rsidP="00974C08">
      <w:pPr>
        <w:rPr>
          <w:bCs/>
          <w:i/>
          <w:lang w:val="en-US"/>
        </w:rPr>
      </w:pPr>
    </w:p>
    <w:p w14:paraId="56446F4A" w14:textId="521CC71C" w:rsidR="00974C08" w:rsidRPr="00974C08" w:rsidRDefault="00974C08" w:rsidP="00974C08">
      <w:pPr>
        <w:rPr>
          <w:bCs/>
          <w:i/>
          <w:lang w:val="en-US"/>
        </w:rPr>
      </w:pPr>
      <w:r w:rsidRPr="00974C08">
        <w:rPr>
          <w:bCs/>
          <w:i/>
          <w:lang w:val="en-US"/>
        </w:rPr>
        <w:t xml:space="preserve">Image </w:t>
      </w:r>
      <w:r w:rsidR="008336F4">
        <w:rPr>
          <w:bCs/>
          <w:i/>
          <w:lang w:val="en-US"/>
        </w:rPr>
        <w:t>XV</w:t>
      </w:r>
      <w:r w:rsidRPr="00974C08">
        <w:rPr>
          <w:bCs/>
          <w:i/>
          <w:lang w:val="en-US"/>
        </w:rPr>
        <w:t xml:space="preserve">I: </w:t>
      </w:r>
      <w:proofErr w:type="spellStart"/>
      <w:r w:rsidRPr="00974C08">
        <w:rPr>
          <w:bCs/>
          <w:i/>
          <w:lang w:val="en-US"/>
        </w:rPr>
        <w:t>SIE_ESG_Press</w:t>
      </w:r>
      <w:proofErr w:type="spellEnd"/>
      <w:r w:rsidRPr="00974C08">
        <w:rPr>
          <w:bCs/>
          <w:i/>
          <w:lang w:val="en-US"/>
        </w:rPr>
        <w:t xml:space="preserve"> Preview Fensterbau.jpg </w:t>
      </w:r>
    </w:p>
    <w:p w14:paraId="1A6E546F" w14:textId="77777777" w:rsidR="00974C08" w:rsidRPr="00974C08" w:rsidRDefault="00974C08" w:rsidP="00974C08">
      <w:pPr>
        <w:rPr>
          <w:bCs/>
          <w:i/>
          <w:lang w:val="en-US"/>
        </w:rPr>
      </w:pPr>
      <w:r w:rsidRPr="00974C08">
        <w:rPr>
          <w:bCs/>
          <w:i/>
          <w:lang w:val="en-US"/>
        </w:rPr>
        <w:t xml:space="preserve">At SIEGENIA the development of pioneering products and systems and </w:t>
      </w:r>
      <w:proofErr w:type="spellStart"/>
      <w:r w:rsidRPr="00974C08">
        <w:rPr>
          <w:bCs/>
          <w:i/>
          <w:lang w:val="en-US"/>
        </w:rPr>
        <w:t>customised</w:t>
      </w:r>
      <w:proofErr w:type="spellEnd"/>
      <w:r w:rsidRPr="00974C08">
        <w:rPr>
          <w:bCs/>
          <w:i/>
          <w:lang w:val="en-US"/>
        </w:rPr>
        <w:t xml:space="preserve"> services is inextricably linked to sustainable concepts and actions.</w:t>
      </w:r>
    </w:p>
    <w:p w14:paraId="15A9E50B" w14:textId="77777777" w:rsidR="00974C08" w:rsidRPr="00974C08" w:rsidRDefault="00974C08" w:rsidP="00974C08">
      <w:pPr>
        <w:rPr>
          <w:bCs/>
          <w:i/>
          <w:lang w:val="en-US"/>
        </w:rPr>
      </w:pPr>
    </w:p>
    <w:p w14:paraId="38BB9388" w14:textId="77777777" w:rsidR="005E1468" w:rsidRPr="00974C08" w:rsidRDefault="005E1468" w:rsidP="005E1468">
      <w:pPr>
        <w:rPr>
          <w:lang w:val="en-US"/>
        </w:rPr>
      </w:pPr>
    </w:p>
    <w:p w14:paraId="0F178B65" w14:textId="77777777" w:rsidR="005E1468" w:rsidRPr="00974C08" w:rsidRDefault="005E1468" w:rsidP="005E1468">
      <w:pPr>
        <w:rPr>
          <w:lang w:val="en-US"/>
        </w:rPr>
      </w:pPr>
    </w:p>
    <w:p w14:paraId="154B6402" w14:textId="77777777" w:rsidR="008D7633" w:rsidRDefault="008D7633" w:rsidP="008D7633">
      <w:pPr>
        <w:rPr>
          <w:lang w:val="en-US"/>
        </w:rPr>
      </w:pPr>
    </w:p>
    <w:p w14:paraId="55DE5FF3" w14:textId="77777777" w:rsidR="00090921" w:rsidRDefault="00090921" w:rsidP="008D7633">
      <w:pPr>
        <w:rPr>
          <w:lang w:val="en-US"/>
        </w:rPr>
      </w:pPr>
    </w:p>
    <w:p w14:paraId="63279EA6" w14:textId="77777777" w:rsidR="00090921" w:rsidRDefault="00090921" w:rsidP="008D7633">
      <w:pPr>
        <w:rPr>
          <w:lang w:val="en-US"/>
        </w:rPr>
      </w:pPr>
    </w:p>
    <w:p w14:paraId="089294AE" w14:textId="77777777" w:rsidR="00090921" w:rsidRDefault="00090921" w:rsidP="008D7633">
      <w:pPr>
        <w:rPr>
          <w:lang w:val="en-US"/>
        </w:rPr>
      </w:pPr>
    </w:p>
    <w:p w14:paraId="0C27E650" w14:textId="77777777" w:rsidR="00090921" w:rsidRDefault="00090921" w:rsidP="008D7633">
      <w:pPr>
        <w:rPr>
          <w:lang w:val="en-US"/>
        </w:rPr>
      </w:pPr>
    </w:p>
    <w:p w14:paraId="1174B75C" w14:textId="77777777" w:rsidR="00090921" w:rsidRDefault="00090921" w:rsidP="008D7633">
      <w:pPr>
        <w:rPr>
          <w:lang w:val="en-US"/>
        </w:rPr>
      </w:pPr>
    </w:p>
    <w:p w14:paraId="3295D71F" w14:textId="77777777" w:rsidR="00090921" w:rsidRPr="00974C08" w:rsidRDefault="00090921" w:rsidP="008D7633">
      <w:pPr>
        <w:rPr>
          <w:lang w:val="en-US"/>
        </w:rPr>
      </w:pPr>
    </w:p>
    <w:p w14:paraId="08484AB1" w14:textId="77777777" w:rsidR="008D7633" w:rsidRPr="00974C08" w:rsidRDefault="008D7633" w:rsidP="008D7633">
      <w:pPr>
        <w:rPr>
          <w:szCs w:val="20"/>
          <w:lang w:val="en-US"/>
        </w:rPr>
      </w:pPr>
    </w:p>
    <w:p w14:paraId="586610FC" w14:textId="77777777" w:rsidR="008D7633" w:rsidRPr="00974C08" w:rsidRDefault="008D7633" w:rsidP="008D7633">
      <w:pPr>
        <w:rPr>
          <w:szCs w:val="20"/>
          <w:lang w:val="en-US"/>
        </w:rPr>
      </w:pPr>
    </w:p>
    <w:p w14:paraId="5EA68596" w14:textId="77777777" w:rsidR="008D7633" w:rsidRPr="00974C08" w:rsidRDefault="008D7633" w:rsidP="008D7633">
      <w:pPr>
        <w:rPr>
          <w:szCs w:val="20"/>
          <w:lang w:val="en-US"/>
        </w:rPr>
      </w:pPr>
    </w:p>
    <w:p w14:paraId="355FB6DE" w14:textId="77777777" w:rsidR="008D7633" w:rsidRPr="00974C08" w:rsidRDefault="008D7633" w:rsidP="008D7633">
      <w:pPr>
        <w:rPr>
          <w:szCs w:val="20"/>
          <w:lang w:val="en-US"/>
        </w:rPr>
      </w:pPr>
    </w:p>
    <w:p w14:paraId="33F7214A" w14:textId="77777777" w:rsidR="008D7633" w:rsidRPr="00974C08" w:rsidRDefault="008D7633" w:rsidP="008D7633">
      <w:pPr>
        <w:rPr>
          <w:szCs w:val="20"/>
          <w:lang w:val="en-US"/>
        </w:rPr>
      </w:pPr>
    </w:p>
    <w:p w14:paraId="2AC4E807" w14:textId="77777777" w:rsidR="008D7633" w:rsidRPr="00974C08" w:rsidRDefault="008D7633" w:rsidP="008D7633">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64752B78" w14:textId="77777777" w:rsidTr="0044187A">
        <w:tc>
          <w:tcPr>
            <w:tcW w:w="3348" w:type="dxa"/>
            <w:tcBorders>
              <w:top w:val="nil"/>
              <w:left w:val="nil"/>
              <w:bottom w:val="nil"/>
              <w:right w:val="nil"/>
            </w:tcBorders>
          </w:tcPr>
          <w:p w14:paraId="5F062DB5" w14:textId="77777777" w:rsidR="008D7633" w:rsidRPr="00C70B1D" w:rsidRDefault="008D7633" w:rsidP="007A5EB4">
            <w:pPr>
              <w:pStyle w:val="Formatvorlage2"/>
              <w:rPr>
                <w:u w:val="single"/>
                <w:lang w:val="en-US"/>
              </w:rPr>
            </w:pPr>
            <w:r w:rsidRPr="00C70B1D">
              <w:rPr>
                <w:u w:val="single"/>
                <w:lang w:val="en-US"/>
              </w:rPr>
              <w:t>Publisher</w:t>
            </w:r>
          </w:p>
          <w:p w14:paraId="0B145871" w14:textId="77777777" w:rsidR="008D7633" w:rsidRPr="00C70B1D" w:rsidRDefault="008D7633" w:rsidP="007A5EB4">
            <w:pPr>
              <w:pStyle w:val="Formatvorlage2"/>
              <w:rPr>
                <w:lang w:val="en-US"/>
              </w:rPr>
            </w:pPr>
            <w:r w:rsidRPr="00C70B1D">
              <w:rPr>
                <w:lang w:val="en-US"/>
              </w:rPr>
              <w:t>SIEGENIA GROUP</w:t>
            </w:r>
          </w:p>
          <w:p w14:paraId="269198CE" w14:textId="77777777" w:rsidR="008D7633" w:rsidRPr="00C70B1D" w:rsidRDefault="008D7633" w:rsidP="007A5EB4">
            <w:pPr>
              <w:pStyle w:val="Formatvorlage2"/>
              <w:rPr>
                <w:lang w:val="en-US"/>
              </w:rPr>
            </w:pPr>
            <w:r w:rsidRPr="00C70B1D">
              <w:rPr>
                <w:lang w:val="en-US"/>
              </w:rPr>
              <w:t>Marketing Communications</w:t>
            </w:r>
          </w:p>
          <w:p w14:paraId="3A9FE1B1" w14:textId="77777777" w:rsidR="006161A2" w:rsidRPr="00C70B1D" w:rsidRDefault="006161A2" w:rsidP="006161A2">
            <w:pPr>
              <w:pStyle w:val="Formatvorlage2"/>
              <w:rPr>
                <w:lang w:val="en-US"/>
              </w:rPr>
            </w:pPr>
            <w:proofErr w:type="spellStart"/>
            <w:proofErr w:type="gramStart"/>
            <w:r w:rsidRPr="00C70B1D">
              <w:rPr>
                <w:lang w:val="en-US"/>
              </w:rPr>
              <w:t>Industriestraße</w:t>
            </w:r>
            <w:proofErr w:type="spellEnd"/>
            <w:proofErr w:type="gramEnd"/>
            <w:r w:rsidRPr="00C70B1D">
              <w:rPr>
                <w:lang w:val="en-US"/>
              </w:rPr>
              <w:t xml:space="preserve"> 1-3</w:t>
            </w:r>
          </w:p>
          <w:p w14:paraId="22A20863" w14:textId="77777777" w:rsidR="008D7633" w:rsidRDefault="008D7633" w:rsidP="007A5EB4">
            <w:pPr>
              <w:pStyle w:val="Formatvorlage2"/>
            </w:pPr>
            <w:r>
              <w:t>D-57234 Wilnsdorf, Germany</w:t>
            </w:r>
          </w:p>
          <w:p w14:paraId="3D288393" w14:textId="77777777" w:rsidR="008D7633" w:rsidRDefault="00FD182E" w:rsidP="007A5EB4">
            <w:pPr>
              <w:pStyle w:val="Formatvorlage2"/>
            </w:pPr>
            <w:r>
              <w:t>Tel.: +49 271 3931-1176</w:t>
            </w:r>
          </w:p>
          <w:p w14:paraId="564C6E6D" w14:textId="77777777" w:rsidR="008D7633" w:rsidRPr="00392D5F" w:rsidRDefault="0088698F" w:rsidP="007A5EB4">
            <w:pPr>
              <w:pStyle w:val="Formatvorlage2"/>
            </w:pPr>
            <w:proofErr w:type="spellStart"/>
            <w:r>
              <w:t>E-mail</w:t>
            </w:r>
            <w:proofErr w:type="spellEnd"/>
            <w:r>
              <w:t>: pr@siegenia.com</w:t>
            </w:r>
          </w:p>
          <w:p w14:paraId="4D352523" w14:textId="77777777" w:rsidR="002E59D6" w:rsidRDefault="00510191" w:rsidP="007A5EB4">
            <w:pPr>
              <w:pStyle w:val="Formatvorlage2"/>
            </w:pPr>
            <w:r>
              <w:t>www.siegenia.com</w:t>
            </w:r>
          </w:p>
          <w:p w14:paraId="0ADE8BE1"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16A8FA40" w14:textId="77777777" w:rsidR="008D7633" w:rsidRPr="00C70B1D" w:rsidRDefault="008D7633" w:rsidP="007A5EB4">
            <w:pPr>
              <w:pStyle w:val="Formatvorlage2"/>
              <w:rPr>
                <w:u w:val="single"/>
                <w:lang w:val="en-US"/>
              </w:rPr>
            </w:pPr>
            <w:r w:rsidRPr="00C70B1D">
              <w:rPr>
                <w:u w:val="single"/>
                <w:lang w:val="en-US"/>
              </w:rPr>
              <w:t>Edited by / Contact</w:t>
            </w:r>
          </w:p>
          <w:p w14:paraId="6B9535F9" w14:textId="77777777" w:rsidR="008D7633" w:rsidRPr="00C70B1D" w:rsidRDefault="008D7633" w:rsidP="007A5EB4">
            <w:pPr>
              <w:pStyle w:val="Formatvorlage2"/>
              <w:rPr>
                <w:lang w:val="en-US"/>
              </w:rPr>
            </w:pPr>
            <w:r w:rsidRPr="00C70B1D">
              <w:rPr>
                <w:lang w:val="en-US"/>
              </w:rPr>
              <w:t>Kemper Kommunikation</w:t>
            </w:r>
          </w:p>
          <w:p w14:paraId="564491A9" w14:textId="77777777" w:rsidR="00122FEC" w:rsidRPr="00C70B1D" w:rsidRDefault="00122FEC" w:rsidP="00122FEC">
            <w:pPr>
              <w:pStyle w:val="Formatvorlage2"/>
              <w:rPr>
                <w:lang w:val="en-US"/>
              </w:rPr>
            </w:pPr>
            <w:r w:rsidRPr="00C70B1D">
              <w:rPr>
                <w:lang w:val="en-US"/>
              </w:rPr>
              <w:t xml:space="preserve">Kirsten Kemper </w:t>
            </w:r>
          </w:p>
          <w:p w14:paraId="1F94D225" w14:textId="77777777" w:rsidR="00122FEC" w:rsidRPr="00C33A1F" w:rsidRDefault="00122FEC" w:rsidP="00122FEC">
            <w:pPr>
              <w:pStyle w:val="Formatvorlage2"/>
            </w:pPr>
            <w:r>
              <w:t>Am Milchbornbach 10</w:t>
            </w:r>
          </w:p>
          <w:p w14:paraId="2B4E8F70" w14:textId="77777777" w:rsidR="00122FEC" w:rsidRPr="00C33A1F" w:rsidRDefault="00122FEC" w:rsidP="00122FEC">
            <w:pPr>
              <w:pStyle w:val="Formatvorlage2"/>
            </w:pPr>
            <w:r>
              <w:t>D-51429 Bergisch Gladbach</w:t>
            </w:r>
            <w:r>
              <w:br/>
              <w:t>Tel.: +49 2204 9644808</w:t>
            </w:r>
          </w:p>
          <w:p w14:paraId="7FE185CA" w14:textId="77777777" w:rsidR="008D7633" w:rsidRPr="00C55524" w:rsidRDefault="0088698F" w:rsidP="007A5EB4">
            <w:pPr>
              <w:pStyle w:val="Formatvorlage2"/>
              <w:rPr>
                <w:lang w:val="it-IT"/>
              </w:rPr>
            </w:pPr>
            <w:proofErr w:type="spellStart"/>
            <w:r>
              <w:t>E-mail</w:t>
            </w:r>
            <w:proofErr w:type="spellEnd"/>
            <w:r>
              <w:t>: info@kemper-kommunikation.de</w:t>
            </w:r>
          </w:p>
          <w:p w14:paraId="09D688E0" w14:textId="77777777" w:rsidR="008D7633" w:rsidRDefault="00716BDB" w:rsidP="007A5EB4">
            <w:pPr>
              <w:pStyle w:val="Formatvorlage2"/>
            </w:pPr>
            <w:r>
              <w:t>www.kemper-kommunikation.de</w:t>
            </w:r>
          </w:p>
          <w:p w14:paraId="064DC1D6" w14:textId="77777777" w:rsidR="00716BDB" w:rsidRPr="003F183E" w:rsidRDefault="00716BDB" w:rsidP="007A5EB4">
            <w:pPr>
              <w:pStyle w:val="Formatvorlage2"/>
            </w:pPr>
          </w:p>
        </w:tc>
        <w:tc>
          <w:tcPr>
            <w:tcW w:w="1800" w:type="dxa"/>
            <w:tcBorders>
              <w:top w:val="nil"/>
              <w:left w:val="nil"/>
              <w:bottom w:val="nil"/>
              <w:right w:val="nil"/>
            </w:tcBorders>
          </w:tcPr>
          <w:p w14:paraId="7011D4A7" w14:textId="77777777" w:rsidR="008D7633" w:rsidRPr="00C70B1D" w:rsidRDefault="008D7633" w:rsidP="007A5EB4">
            <w:pPr>
              <w:pStyle w:val="Formatvorlage2"/>
              <w:rPr>
                <w:u w:val="single"/>
                <w:lang w:val="en-US"/>
              </w:rPr>
            </w:pPr>
            <w:r w:rsidRPr="00C70B1D">
              <w:rPr>
                <w:u w:val="single"/>
                <w:lang w:val="en-US"/>
              </w:rPr>
              <w:t>Text Information</w:t>
            </w:r>
          </w:p>
          <w:p w14:paraId="7718076C" w14:textId="17FA7EE4" w:rsidR="008D7633" w:rsidRPr="00C70B1D" w:rsidRDefault="008D7633" w:rsidP="007A5EB4">
            <w:pPr>
              <w:pStyle w:val="Formatvorlage2"/>
              <w:rPr>
                <w:lang w:val="en-US"/>
              </w:rPr>
            </w:pPr>
            <w:r w:rsidRPr="00C70B1D">
              <w:rPr>
                <w:lang w:val="en-US"/>
              </w:rPr>
              <w:t xml:space="preserve">Pages: </w:t>
            </w:r>
            <w:r w:rsidR="00657675">
              <w:rPr>
                <w:lang w:val="en-US"/>
              </w:rPr>
              <w:t>1</w:t>
            </w:r>
            <w:r w:rsidRPr="00C70B1D">
              <w:rPr>
                <w:lang w:val="en-US"/>
              </w:rPr>
              <w:t>2</w:t>
            </w:r>
          </w:p>
          <w:p w14:paraId="6FE1A4B4" w14:textId="7A54D992" w:rsidR="008D7633" w:rsidRPr="00C70B1D" w:rsidRDefault="008D7633" w:rsidP="007A5EB4">
            <w:pPr>
              <w:pStyle w:val="Formatvorlage2"/>
              <w:rPr>
                <w:lang w:val="en-US"/>
              </w:rPr>
            </w:pPr>
            <w:r w:rsidRPr="00C70B1D">
              <w:rPr>
                <w:lang w:val="en-US"/>
              </w:rPr>
              <w:t xml:space="preserve">Words: </w:t>
            </w:r>
            <w:r w:rsidR="00657675">
              <w:rPr>
                <w:lang w:val="en-US"/>
              </w:rPr>
              <w:t>4 8</w:t>
            </w:r>
            <w:r w:rsidR="00F8157C">
              <w:rPr>
                <w:lang w:val="en-US"/>
              </w:rPr>
              <w:t>01</w:t>
            </w:r>
          </w:p>
          <w:p w14:paraId="3E7891F0" w14:textId="69B90271" w:rsidR="008D7633" w:rsidRPr="00C70B1D" w:rsidRDefault="008D7633" w:rsidP="007A5EB4">
            <w:pPr>
              <w:pStyle w:val="Formatvorlage2"/>
              <w:rPr>
                <w:lang w:val="en-US"/>
              </w:rPr>
            </w:pPr>
            <w:r w:rsidRPr="00C70B1D">
              <w:rPr>
                <w:lang w:val="en-US"/>
              </w:rPr>
              <w:t xml:space="preserve">Characters: </w:t>
            </w:r>
            <w:r w:rsidR="00657675">
              <w:rPr>
                <w:lang w:val="en-US"/>
              </w:rPr>
              <w:t>30 7</w:t>
            </w:r>
            <w:r w:rsidR="00F8157C">
              <w:rPr>
                <w:lang w:val="en-US"/>
              </w:rPr>
              <w:t>29</w:t>
            </w:r>
            <w:r w:rsidRPr="00C70B1D">
              <w:rPr>
                <w:lang w:val="en-US"/>
              </w:rPr>
              <w:br/>
              <w:t>(incl. spaces)</w:t>
            </w:r>
          </w:p>
          <w:p w14:paraId="32838A77" w14:textId="77777777" w:rsidR="008D7633" w:rsidRPr="00C70B1D" w:rsidRDefault="008D7633" w:rsidP="007A5EB4">
            <w:pPr>
              <w:pStyle w:val="Formatvorlage2"/>
              <w:rPr>
                <w:lang w:val="en-US"/>
              </w:rPr>
            </w:pPr>
          </w:p>
          <w:p w14:paraId="7B63CEBE" w14:textId="46465451" w:rsidR="008D7633" w:rsidRPr="00C33A1F" w:rsidRDefault="008D7633" w:rsidP="007A5EB4">
            <w:pPr>
              <w:pStyle w:val="Formatvorlage2"/>
            </w:pPr>
            <w:proofErr w:type="spellStart"/>
            <w:r>
              <w:t>Created</w:t>
            </w:r>
            <w:proofErr w:type="spellEnd"/>
            <w:r>
              <w:t>: 2026-0</w:t>
            </w:r>
            <w:r w:rsidR="00657675">
              <w:t>1</w:t>
            </w:r>
            <w:r>
              <w:t>-21</w:t>
            </w:r>
          </w:p>
          <w:p w14:paraId="3EFF5538" w14:textId="77777777" w:rsidR="008D7633" w:rsidRPr="0044187A" w:rsidRDefault="008D7633" w:rsidP="007A5EB4">
            <w:pPr>
              <w:pStyle w:val="Formatvorlage2"/>
              <w:rPr>
                <w:szCs w:val="20"/>
              </w:rPr>
            </w:pPr>
          </w:p>
        </w:tc>
      </w:tr>
      <w:tr w:rsidR="008D7633" w:rsidRPr="008336F4" w14:paraId="01FC91D9" w14:textId="77777777" w:rsidTr="0044187A">
        <w:tc>
          <w:tcPr>
            <w:tcW w:w="8208" w:type="dxa"/>
            <w:gridSpan w:val="3"/>
            <w:tcBorders>
              <w:top w:val="nil"/>
              <w:left w:val="nil"/>
              <w:bottom w:val="nil"/>
              <w:right w:val="nil"/>
            </w:tcBorders>
          </w:tcPr>
          <w:p w14:paraId="7E118A88" w14:textId="77777777" w:rsidR="008D7633" w:rsidRPr="00C70B1D" w:rsidRDefault="008D7633" w:rsidP="007A5EB4">
            <w:pPr>
              <w:pStyle w:val="Formatvorlage2"/>
              <w:rPr>
                <w:lang w:val="en-US"/>
              </w:rPr>
            </w:pPr>
            <w:r w:rsidRPr="00C70B1D">
              <w:rPr>
                <w:lang w:val="en-US"/>
              </w:rPr>
              <w:t>Please send us a sample copy of any publication containing this text or these images.</w:t>
            </w:r>
          </w:p>
        </w:tc>
      </w:tr>
    </w:tbl>
    <w:p w14:paraId="5173F0D9" w14:textId="77777777" w:rsidR="00AD7B27" w:rsidRPr="00C70B1D" w:rsidRDefault="00AD7B27" w:rsidP="008D7633">
      <w:pPr>
        <w:rPr>
          <w:szCs w:val="20"/>
          <w:lang w:val="en-US"/>
        </w:rPr>
      </w:pPr>
    </w:p>
    <w:sectPr w:rsidR="00AD7B27" w:rsidRPr="00C70B1D"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55014" w14:textId="77777777" w:rsidR="00EE1C60" w:rsidRDefault="00EE1C60">
      <w:r>
        <w:separator/>
      </w:r>
    </w:p>
  </w:endnote>
  <w:endnote w:type="continuationSeparator" w:id="0">
    <w:p w14:paraId="121269DC" w14:textId="77777777" w:rsidR="00EE1C60" w:rsidRDefault="00EE1C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FCAF6"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8FFF84" w14:textId="77777777" w:rsidR="00EE1C60" w:rsidRDefault="00EE1C60">
      <w:r>
        <w:separator/>
      </w:r>
    </w:p>
  </w:footnote>
  <w:footnote w:type="continuationSeparator" w:id="0">
    <w:p w14:paraId="48266FEC" w14:textId="77777777" w:rsidR="00EE1C60" w:rsidRDefault="00EE1C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97432" w14:textId="77777777" w:rsidR="00F71E39" w:rsidRDefault="00D313A4">
    <w:pPr>
      <w:pStyle w:val="Kopfzeile"/>
    </w:pPr>
    <w:r>
      <w:rPr>
        <w:noProof/>
      </w:rPr>
      <w:drawing>
        <wp:anchor distT="0" distB="0" distL="114300" distR="114300" simplePos="0" relativeHeight="251657728" behindDoc="1" locked="0" layoutInCell="1" allowOverlap="1" wp14:anchorId="2ECBB873" wp14:editId="586FD31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336152613">
    <w:abstractNumId w:val="1"/>
  </w:num>
  <w:num w:numId="2" w16cid:durableId="1418595171">
    <w:abstractNumId w:val="0"/>
  </w:num>
  <w:num w:numId="3" w16cid:durableId="1064911921">
    <w:abstractNumId w:val="3"/>
  </w:num>
  <w:num w:numId="4" w16cid:durableId="230700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1B2"/>
    <w:rsid w:val="00000E1D"/>
    <w:rsid w:val="000024D9"/>
    <w:rsid w:val="00003256"/>
    <w:rsid w:val="000035E9"/>
    <w:rsid w:val="0001449A"/>
    <w:rsid w:val="0001520C"/>
    <w:rsid w:val="00026907"/>
    <w:rsid w:val="00040EBF"/>
    <w:rsid w:val="00064165"/>
    <w:rsid w:val="000675C7"/>
    <w:rsid w:val="0007290F"/>
    <w:rsid w:val="00090045"/>
    <w:rsid w:val="00090921"/>
    <w:rsid w:val="00095303"/>
    <w:rsid w:val="000A1DF0"/>
    <w:rsid w:val="000A5CA3"/>
    <w:rsid w:val="000D0C02"/>
    <w:rsid w:val="000D2A27"/>
    <w:rsid w:val="000D4874"/>
    <w:rsid w:val="000D5F09"/>
    <w:rsid w:val="000E424C"/>
    <w:rsid w:val="000F2936"/>
    <w:rsid w:val="000F565C"/>
    <w:rsid w:val="000F67C4"/>
    <w:rsid w:val="001025BB"/>
    <w:rsid w:val="0010792E"/>
    <w:rsid w:val="001128F1"/>
    <w:rsid w:val="00122F20"/>
    <w:rsid w:val="00122FEC"/>
    <w:rsid w:val="00123061"/>
    <w:rsid w:val="00131EDF"/>
    <w:rsid w:val="00137BD1"/>
    <w:rsid w:val="001422E9"/>
    <w:rsid w:val="00145B48"/>
    <w:rsid w:val="001529E6"/>
    <w:rsid w:val="00153667"/>
    <w:rsid w:val="00156B0C"/>
    <w:rsid w:val="00166476"/>
    <w:rsid w:val="00166FB7"/>
    <w:rsid w:val="00170A02"/>
    <w:rsid w:val="00171C51"/>
    <w:rsid w:val="00176549"/>
    <w:rsid w:val="00194363"/>
    <w:rsid w:val="001B7003"/>
    <w:rsid w:val="001C39FF"/>
    <w:rsid w:val="001D26E4"/>
    <w:rsid w:val="001E0780"/>
    <w:rsid w:val="001E1DA6"/>
    <w:rsid w:val="001F2B45"/>
    <w:rsid w:val="001F3432"/>
    <w:rsid w:val="002046D3"/>
    <w:rsid w:val="00253494"/>
    <w:rsid w:val="00254A9B"/>
    <w:rsid w:val="00255ADB"/>
    <w:rsid w:val="00255FE8"/>
    <w:rsid w:val="00272508"/>
    <w:rsid w:val="002769DE"/>
    <w:rsid w:val="002819C3"/>
    <w:rsid w:val="0029790E"/>
    <w:rsid w:val="002A202C"/>
    <w:rsid w:val="002A7F37"/>
    <w:rsid w:val="002B55C4"/>
    <w:rsid w:val="002B5AF8"/>
    <w:rsid w:val="002C00E2"/>
    <w:rsid w:val="002C36FE"/>
    <w:rsid w:val="002C5A66"/>
    <w:rsid w:val="002C6D41"/>
    <w:rsid w:val="002E48B5"/>
    <w:rsid w:val="002E59D6"/>
    <w:rsid w:val="002F18BB"/>
    <w:rsid w:val="002F466F"/>
    <w:rsid w:val="0031150D"/>
    <w:rsid w:val="003136F5"/>
    <w:rsid w:val="003241BD"/>
    <w:rsid w:val="00324F84"/>
    <w:rsid w:val="00326F7E"/>
    <w:rsid w:val="00333D60"/>
    <w:rsid w:val="00346DCA"/>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36FE0"/>
    <w:rsid w:val="0044187A"/>
    <w:rsid w:val="00446899"/>
    <w:rsid w:val="00447689"/>
    <w:rsid w:val="00456C18"/>
    <w:rsid w:val="0046235C"/>
    <w:rsid w:val="004629AD"/>
    <w:rsid w:val="004806AF"/>
    <w:rsid w:val="00482D44"/>
    <w:rsid w:val="00486878"/>
    <w:rsid w:val="004973C1"/>
    <w:rsid w:val="004B62AB"/>
    <w:rsid w:val="004C4FDA"/>
    <w:rsid w:val="004C503A"/>
    <w:rsid w:val="004E057A"/>
    <w:rsid w:val="004E2322"/>
    <w:rsid w:val="004E2BD7"/>
    <w:rsid w:val="004E3AF9"/>
    <w:rsid w:val="0050424D"/>
    <w:rsid w:val="00510191"/>
    <w:rsid w:val="005142EF"/>
    <w:rsid w:val="005254BE"/>
    <w:rsid w:val="00552DC0"/>
    <w:rsid w:val="0055550C"/>
    <w:rsid w:val="0056389F"/>
    <w:rsid w:val="00563E60"/>
    <w:rsid w:val="00592833"/>
    <w:rsid w:val="005A214B"/>
    <w:rsid w:val="005A3974"/>
    <w:rsid w:val="005A5DC6"/>
    <w:rsid w:val="005A6A38"/>
    <w:rsid w:val="005A7C57"/>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37A80"/>
    <w:rsid w:val="006446D6"/>
    <w:rsid w:val="00656A7F"/>
    <w:rsid w:val="00656FEE"/>
    <w:rsid w:val="00657675"/>
    <w:rsid w:val="00667448"/>
    <w:rsid w:val="006751B2"/>
    <w:rsid w:val="006866DF"/>
    <w:rsid w:val="00692205"/>
    <w:rsid w:val="006944D9"/>
    <w:rsid w:val="006A2FD7"/>
    <w:rsid w:val="006A7184"/>
    <w:rsid w:val="006B4D98"/>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94B0D"/>
    <w:rsid w:val="00795935"/>
    <w:rsid w:val="007A5EB4"/>
    <w:rsid w:val="007A6E1C"/>
    <w:rsid w:val="007C50D1"/>
    <w:rsid w:val="007C5C24"/>
    <w:rsid w:val="007C6A16"/>
    <w:rsid w:val="007D4B2E"/>
    <w:rsid w:val="007E2B7F"/>
    <w:rsid w:val="007F3F54"/>
    <w:rsid w:val="007F43E0"/>
    <w:rsid w:val="00801D78"/>
    <w:rsid w:val="008078CF"/>
    <w:rsid w:val="008171AF"/>
    <w:rsid w:val="008336F4"/>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1512B"/>
    <w:rsid w:val="00924DD8"/>
    <w:rsid w:val="0092580A"/>
    <w:rsid w:val="0093490C"/>
    <w:rsid w:val="0093664F"/>
    <w:rsid w:val="00943EB0"/>
    <w:rsid w:val="00945CA5"/>
    <w:rsid w:val="009553BC"/>
    <w:rsid w:val="009557EA"/>
    <w:rsid w:val="00963959"/>
    <w:rsid w:val="00963D60"/>
    <w:rsid w:val="0096600A"/>
    <w:rsid w:val="00974C08"/>
    <w:rsid w:val="009B067B"/>
    <w:rsid w:val="009B4822"/>
    <w:rsid w:val="009B5300"/>
    <w:rsid w:val="009B5DE9"/>
    <w:rsid w:val="009D0CC8"/>
    <w:rsid w:val="009D6C04"/>
    <w:rsid w:val="009E28F9"/>
    <w:rsid w:val="009E5522"/>
    <w:rsid w:val="009E7597"/>
    <w:rsid w:val="009F3CA6"/>
    <w:rsid w:val="00A03C49"/>
    <w:rsid w:val="00A12A8B"/>
    <w:rsid w:val="00A14556"/>
    <w:rsid w:val="00A15E8F"/>
    <w:rsid w:val="00A17D84"/>
    <w:rsid w:val="00A22DF2"/>
    <w:rsid w:val="00A23065"/>
    <w:rsid w:val="00A2339E"/>
    <w:rsid w:val="00A24651"/>
    <w:rsid w:val="00A25EB9"/>
    <w:rsid w:val="00A32395"/>
    <w:rsid w:val="00A40AB4"/>
    <w:rsid w:val="00A53858"/>
    <w:rsid w:val="00A64B65"/>
    <w:rsid w:val="00A6502B"/>
    <w:rsid w:val="00A661F8"/>
    <w:rsid w:val="00A6672B"/>
    <w:rsid w:val="00A82224"/>
    <w:rsid w:val="00A87496"/>
    <w:rsid w:val="00A927D0"/>
    <w:rsid w:val="00A9705C"/>
    <w:rsid w:val="00A97B0A"/>
    <w:rsid w:val="00AA224C"/>
    <w:rsid w:val="00AA6262"/>
    <w:rsid w:val="00AB1EC7"/>
    <w:rsid w:val="00AD0F39"/>
    <w:rsid w:val="00AD4128"/>
    <w:rsid w:val="00AD7705"/>
    <w:rsid w:val="00AD7B27"/>
    <w:rsid w:val="00AE06DB"/>
    <w:rsid w:val="00B057B0"/>
    <w:rsid w:val="00B11AB7"/>
    <w:rsid w:val="00B239B4"/>
    <w:rsid w:val="00B3687B"/>
    <w:rsid w:val="00B41B50"/>
    <w:rsid w:val="00B47777"/>
    <w:rsid w:val="00B47ADF"/>
    <w:rsid w:val="00B55070"/>
    <w:rsid w:val="00B62ECB"/>
    <w:rsid w:val="00B63C95"/>
    <w:rsid w:val="00B63E35"/>
    <w:rsid w:val="00B84773"/>
    <w:rsid w:val="00B902D0"/>
    <w:rsid w:val="00B908A8"/>
    <w:rsid w:val="00B92EF0"/>
    <w:rsid w:val="00B93961"/>
    <w:rsid w:val="00BA5B2A"/>
    <w:rsid w:val="00BB0585"/>
    <w:rsid w:val="00BC5B69"/>
    <w:rsid w:val="00BD16B1"/>
    <w:rsid w:val="00BD76B1"/>
    <w:rsid w:val="00BE62B4"/>
    <w:rsid w:val="00BE69F6"/>
    <w:rsid w:val="00BF6132"/>
    <w:rsid w:val="00C02C5D"/>
    <w:rsid w:val="00C072FF"/>
    <w:rsid w:val="00C14A00"/>
    <w:rsid w:val="00C24025"/>
    <w:rsid w:val="00C24B77"/>
    <w:rsid w:val="00C2717C"/>
    <w:rsid w:val="00C33A1F"/>
    <w:rsid w:val="00C52D3B"/>
    <w:rsid w:val="00C53FE3"/>
    <w:rsid w:val="00C55524"/>
    <w:rsid w:val="00C615A2"/>
    <w:rsid w:val="00C65852"/>
    <w:rsid w:val="00C70B1D"/>
    <w:rsid w:val="00C72B49"/>
    <w:rsid w:val="00C77106"/>
    <w:rsid w:val="00C80D5F"/>
    <w:rsid w:val="00C87836"/>
    <w:rsid w:val="00C92A2E"/>
    <w:rsid w:val="00CA66F5"/>
    <w:rsid w:val="00CA6BD1"/>
    <w:rsid w:val="00CE16F1"/>
    <w:rsid w:val="00CE5038"/>
    <w:rsid w:val="00CE5448"/>
    <w:rsid w:val="00CE5488"/>
    <w:rsid w:val="00CE63E0"/>
    <w:rsid w:val="00CF0749"/>
    <w:rsid w:val="00CF6534"/>
    <w:rsid w:val="00CF72EF"/>
    <w:rsid w:val="00CF7462"/>
    <w:rsid w:val="00D04FE4"/>
    <w:rsid w:val="00D313A4"/>
    <w:rsid w:val="00D32108"/>
    <w:rsid w:val="00D45693"/>
    <w:rsid w:val="00D47D4E"/>
    <w:rsid w:val="00D55DC3"/>
    <w:rsid w:val="00D57457"/>
    <w:rsid w:val="00D64F60"/>
    <w:rsid w:val="00D83368"/>
    <w:rsid w:val="00DA2153"/>
    <w:rsid w:val="00DA2662"/>
    <w:rsid w:val="00DB44DA"/>
    <w:rsid w:val="00DB4ACB"/>
    <w:rsid w:val="00DC032C"/>
    <w:rsid w:val="00DC1F2A"/>
    <w:rsid w:val="00DD7B88"/>
    <w:rsid w:val="00DE3025"/>
    <w:rsid w:val="00DF1C10"/>
    <w:rsid w:val="00DF1EE2"/>
    <w:rsid w:val="00E00A39"/>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E1C60"/>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157C"/>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A756A2"/>
  <w15:docId w15:val="{18D0164F-B607-466B-9570-021C53B96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nhideWhenUsed/>
    <w:rsid w:val="005E1468"/>
    <w:pPr>
      <w:spacing w:line="240" w:lineRule="auto"/>
    </w:pPr>
    <w:rPr>
      <w:szCs w:val="20"/>
    </w:rPr>
  </w:style>
  <w:style w:type="character" w:customStyle="1" w:styleId="KommentartextZchn">
    <w:name w:val="Kommentartext Zchn"/>
    <w:basedOn w:val="Absatz-Standardschriftart"/>
    <w:link w:val="Kommentartext"/>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character" w:customStyle="1" w:styleId="berschrift2Zchn">
    <w:name w:val="Überschrift 2 Zchn"/>
    <w:basedOn w:val="Absatz-Standardschriftart"/>
    <w:link w:val="berschrift2"/>
    <w:rsid w:val="006751B2"/>
    <w:rPr>
      <w:rFonts w:ascii="Arial" w:hAnsi="Arial" w:cs="Arial"/>
      <w:b/>
      <w:bCs/>
      <w:iCs/>
      <w:sz w:val="36"/>
      <w:szCs w:val="28"/>
    </w:rPr>
  </w:style>
  <w:style w:type="character" w:customStyle="1" w:styleId="berschrift4Zchn">
    <w:name w:val="Überschrift 4 Zchn"/>
    <w:basedOn w:val="Absatz-Standardschriftart"/>
    <w:link w:val="berschrift4"/>
    <w:rsid w:val="006751B2"/>
    <w:rPr>
      <w:rFonts w:ascii="Arial" w:hAnsi="Arial"/>
      <w:b/>
      <w:bCs/>
      <w:sz w:val="24"/>
      <w:szCs w:val="28"/>
    </w:rPr>
  </w:style>
  <w:style w:type="paragraph" w:styleId="berarbeitung">
    <w:name w:val="Revision"/>
    <w:hidden/>
    <w:uiPriority w:val="99"/>
    <w:semiHidden/>
    <w:rsid w:val="0007290F"/>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5D6FA7-8837-4E6C-AF8A-E71EE1581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15</Pages>
  <Words>4922</Words>
  <Characters>31011</Characters>
  <Application>Microsoft Office Word</Application>
  <DocSecurity>0</DocSecurity>
  <Lines>258</Lines>
  <Paragraphs>71</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35862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2</cp:revision>
  <cp:lastPrinted>2007-09-03T14:44:00Z</cp:lastPrinted>
  <dcterms:created xsi:type="dcterms:W3CDTF">2026-01-20T09:08:00Z</dcterms:created>
  <dcterms:modified xsi:type="dcterms:W3CDTF">2026-01-20T09:08:00Z</dcterms:modified>
</cp:coreProperties>
</file>